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EFFBEC" w14:textId="77777777" w:rsidR="006F7759" w:rsidRDefault="006F7759">
      <w:pPr>
        <w:pStyle w:val="Zaglavlje"/>
        <w:tabs>
          <w:tab w:val="clear" w:pos="4153"/>
          <w:tab w:val="clear" w:pos="8306"/>
        </w:tabs>
      </w:pPr>
    </w:p>
    <w:p w14:paraId="0F942FAB" w14:textId="5BA3C2A5" w:rsidR="003C75B2" w:rsidRPr="009C56CB" w:rsidRDefault="002C3458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Pregrada, </w:t>
      </w:r>
      <w:r w:rsidR="00AB0113">
        <w:rPr>
          <w:rFonts w:ascii="Arial" w:hAnsi="Arial" w:cs="Arial"/>
          <w:sz w:val="24"/>
          <w:szCs w:val="24"/>
        </w:rPr>
        <w:t>2</w:t>
      </w:r>
      <w:r w:rsidR="00B44023">
        <w:rPr>
          <w:rFonts w:ascii="Arial" w:hAnsi="Arial" w:cs="Arial"/>
          <w:sz w:val="24"/>
          <w:szCs w:val="24"/>
        </w:rPr>
        <w:t>4</w:t>
      </w:r>
      <w:r w:rsidR="00CE7084">
        <w:rPr>
          <w:rFonts w:ascii="Arial" w:hAnsi="Arial" w:cs="Arial"/>
          <w:sz w:val="24"/>
          <w:szCs w:val="24"/>
        </w:rPr>
        <w:t>.0</w:t>
      </w:r>
      <w:r w:rsidR="00B44023">
        <w:rPr>
          <w:rFonts w:ascii="Arial" w:hAnsi="Arial" w:cs="Arial"/>
          <w:sz w:val="24"/>
          <w:szCs w:val="24"/>
        </w:rPr>
        <w:t>3</w:t>
      </w:r>
      <w:r w:rsidR="00CE7084">
        <w:rPr>
          <w:rFonts w:ascii="Arial" w:hAnsi="Arial" w:cs="Arial"/>
          <w:sz w:val="24"/>
          <w:szCs w:val="24"/>
        </w:rPr>
        <w:t>.202</w:t>
      </w:r>
      <w:r w:rsidR="00B44023">
        <w:rPr>
          <w:rFonts w:ascii="Arial" w:hAnsi="Arial" w:cs="Arial"/>
          <w:sz w:val="24"/>
          <w:szCs w:val="24"/>
        </w:rPr>
        <w:t>5</w:t>
      </w:r>
      <w:r w:rsidR="00CE7084">
        <w:rPr>
          <w:rFonts w:ascii="Arial" w:hAnsi="Arial" w:cs="Arial"/>
          <w:sz w:val="24"/>
          <w:szCs w:val="24"/>
        </w:rPr>
        <w:t>.</w:t>
      </w:r>
    </w:p>
    <w:p w14:paraId="42F57B94" w14:textId="128E2271" w:rsidR="003C75B2" w:rsidRPr="009C56CB" w:rsidRDefault="0086508E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  <w:r w:rsidRPr="009C56CB">
        <w:rPr>
          <w:rFonts w:ascii="Arial" w:hAnsi="Arial" w:cs="Arial"/>
          <w:sz w:val="24"/>
          <w:szCs w:val="24"/>
        </w:rPr>
        <w:t xml:space="preserve">Broj: </w:t>
      </w:r>
      <w:r w:rsidR="00B44023">
        <w:rPr>
          <w:rFonts w:ascii="Arial" w:hAnsi="Arial" w:cs="Arial"/>
          <w:sz w:val="24"/>
          <w:szCs w:val="24"/>
        </w:rPr>
        <w:t>60</w:t>
      </w:r>
      <w:r w:rsidR="00CE7084">
        <w:rPr>
          <w:rFonts w:ascii="Arial" w:hAnsi="Arial" w:cs="Arial"/>
          <w:sz w:val="24"/>
          <w:szCs w:val="24"/>
        </w:rPr>
        <w:t>/202</w:t>
      </w:r>
      <w:r w:rsidR="00B44023">
        <w:rPr>
          <w:rFonts w:ascii="Arial" w:hAnsi="Arial" w:cs="Arial"/>
          <w:sz w:val="24"/>
          <w:szCs w:val="24"/>
        </w:rPr>
        <w:t>5</w:t>
      </w:r>
      <w:r w:rsidR="00CE7084">
        <w:rPr>
          <w:rFonts w:ascii="Arial" w:hAnsi="Arial" w:cs="Arial"/>
          <w:sz w:val="24"/>
          <w:szCs w:val="24"/>
        </w:rPr>
        <w:t>.</w:t>
      </w:r>
    </w:p>
    <w:p w14:paraId="5E92A90B" w14:textId="77777777" w:rsidR="003C75B2" w:rsidRPr="009C56CB" w:rsidRDefault="003C75B2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3B6BE164" w14:textId="77777777" w:rsidR="003C75B2" w:rsidRPr="009C56CB" w:rsidRDefault="003C75B2">
      <w:pPr>
        <w:pStyle w:val="Zaglavlje"/>
        <w:tabs>
          <w:tab w:val="clear" w:pos="4153"/>
          <w:tab w:val="clear" w:pos="8306"/>
        </w:tabs>
        <w:rPr>
          <w:rFonts w:ascii="Arial" w:hAnsi="Arial" w:cs="Arial"/>
          <w:b/>
          <w:sz w:val="24"/>
          <w:szCs w:val="24"/>
        </w:rPr>
      </w:pPr>
      <w:r w:rsidRPr="009C56CB">
        <w:rPr>
          <w:rFonts w:ascii="Arial" w:hAnsi="Arial" w:cs="Arial"/>
          <w:b/>
          <w:sz w:val="24"/>
          <w:szCs w:val="24"/>
        </w:rPr>
        <w:t>Predmet: Javna priznanja grada Pregrade</w:t>
      </w:r>
    </w:p>
    <w:p w14:paraId="3E802FED" w14:textId="77777777" w:rsidR="003C75B2" w:rsidRPr="009C56CB" w:rsidRDefault="003C75B2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56BB7A74" w14:textId="77777777" w:rsidR="003C75B2" w:rsidRPr="00F75100" w:rsidRDefault="003C75B2" w:rsidP="00121D3C">
      <w:pPr>
        <w:pStyle w:val="Zaglavlje"/>
        <w:tabs>
          <w:tab w:val="clear" w:pos="4153"/>
          <w:tab w:val="clear" w:pos="8306"/>
        </w:tabs>
        <w:jc w:val="both"/>
        <w:rPr>
          <w:rFonts w:ascii="Arial" w:hAnsi="Arial" w:cs="Arial"/>
          <w:sz w:val="22"/>
          <w:szCs w:val="22"/>
        </w:rPr>
      </w:pPr>
      <w:r w:rsidRPr="00F75100">
        <w:rPr>
          <w:rFonts w:ascii="Arial" w:hAnsi="Arial" w:cs="Arial"/>
          <w:sz w:val="22"/>
          <w:szCs w:val="22"/>
        </w:rPr>
        <w:t>Poštovani,</w:t>
      </w:r>
    </w:p>
    <w:p w14:paraId="7155886F" w14:textId="77777777" w:rsidR="003C75B2" w:rsidRPr="00F75100" w:rsidRDefault="003C75B2" w:rsidP="00121D3C">
      <w:pPr>
        <w:pStyle w:val="Zaglavlje"/>
        <w:tabs>
          <w:tab w:val="clear" w:pos="4153"/>
          <w:tab w:val="clear" w:pos="8306"/>
        </w:tabs>
        <w:jc w:val="both"/>
        <w:rPr>
          <w:rFonts w:ascii="Arial" w:hAnsi="Arial" w:cs="Arial"/>
          <w:sz w:val="22"/>
          <w:szCs w:val="22"/>
        </w:rPr>
      </w:pPr>
    </w:p>
    <w:p w14:paraId="795FF16C" w14:textId="0E38EC76" w:rsidR="003C75B2" w:rsidRPr="00F75100" w:rsidRDefault="003C75B2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5100">
        <w:rPr>
          <w:rFonts w:ascii="Arial" w:hAnsi="Arial" w:cs="Arial"/>
          <w:sz w:val="22"/>
          <w:szCs w:val="22"/>
        </w:rPr>
        <w:tab/>
      </w:r>
      <w:r w:rsidR="0026041F" w:rsidRPr="00F75100">
        <w:rPr>
          <w:rFonts w:ascii="Arial" w:hAnsi="Arial" w:cs="Arial"/>
          <w:sz w:val="22"/>
          <w:szCs w:val="22"/>
        </w:rPr>
        <w:t>Upravni odbor U</w:t>
      </w:r>
      <w:r w:rsidRPr="00F75100">
        <w:rPr>
          <w:rFonts w:ascii="Arial" w:hAnsi="Arial" w:cs="Arial"/>
          <w:sz w:val="22"/>
          <w:szCs w:val="22"/>
        </w:rPr>
        <w:t>druž</w:t>
      </w:r>
      <w:r w:rsidR="0026041F" w:rsidRPr="00F75100">
        <w:rPr>
          <w:rFonts w:ascii="Arial" w:hAnsi="Arial" w:cs="Arial"/>
          <w:sz w:val="22"/>
          <w:szCs w:val="22"/>
        </w:rPr>
        <w:t>enja obrtnika Pregrada, Hum na S</w:t>
      </w:r>
      <w:r w:rsidR="00C73F9C" w:rsidRPr="00F75100">
        <w:rPr>
          <w:rFonts w:ascii="Arial" w:hAnsi="Arial" w:cs="Arial"/>
          <w:sz w:val="22"/>
          <w:szCs w:val="22"/>
        </w:rPr>
        <w:t xml:space="preserve">utli, Desinić, </w:t>
      </w:r>
      <w:r w:rsidR="00CB1DF4">
        <w:rPr>
          <w:rFonts w:ascii="Arial" w:hAnsi="Arial" w:cs="Arial"/>
          <w:sz w:val="22"/>
          <w:szCs w:val="22"/>
        </w:rPr>
        <w:t xml:space="preserve">na sjednici održanoj </w:t>
      </w:r>
      <w:r w:rsidR="00B44023">
        <w:rPr>
          <w:rFonts w:ascii="Arial" w:hAnsi="Arial" w:cs="Arial"/>
          <w:sz w:val="22"/>
          <w:szCs w:val="22"/>
        </w:rPr>
        <w:t>17</w:t>
      </w:r>
      <w:r w:rsidR="00CB1DF4">
        <w:rPr>
          <w:rFonts w:ascii="Arial" w:hAnsi="Arial" w:cs="Arial"/>
          <w:sz w:val="22"/>
          <w:szCs w:val="22"/>
        </w:rPr>
        <w:t>.</w:t>
      </w:r>
      <w:r w:rsidR="00AB0113">
        <w:rPr>
          <w:rFonts w:ascii="Arial" w:hAnsi="Arial" w:cs="Arial"/>
          <w:sz w:val="22"/>
          <w:szCs w:val="22"/>
        </w:rPr>
        <w:t>0</w:t>
      </w:r>
      <w:r w:rsidR="00B44023">
        <w:rPr>
          <w:rFonts w:ascii="Arial" w:hAnsi="Arial" w:cs="Arial"/>
          <w:sz w:val="22"/>
          <w:szCs w:val="22"/>
        </w:rPr>
        <w:t>3</w:t>
      </w:r>
      <w:r w:rsidR="00AB0113">
        <w:rPr>
          <w:rFonts w:ascii="Arial" w:hAnsi="Arial" w:cs="Arial"/>
          <w:sz w:val="22"/>
          <w:szCs w:val="22"/>
        </w:rPr>
        <w:t>.202</w:t>
      </w:r>
      <w:r w:rsidR="00B44023">
        <w:rPr>
          <w:rFonts w:ascii="Arial" w:hAnsi="Arial" w:cs="Arial"/>
          <w:sz w:val="22"/>
          <w:szCs w:val="22"/>
        </w:rPr>
        <w:t>5</w:t>
      </w:r>
      <w:r w:rsidR="00CB1DF4">
        <w:rPr>
          <w:rFonts w:ascii="Arial" w:hAnsi="Arial" w:cs="Arial"/>
          <w:sz w:val="22"/>
          <w:szCs w:val="22"/>
        </w:rPr>
        <w:t xml:space="preserve"> godine,</w:t>
      </w:r>
      <w:r w:rsidRPr="00F75100">
        <w:rPr>
          <w:rFonts w:ascii="Arial" w:hAnsi="Arial" w:cs="Arial"/>
          <w:sz w:val="22"/>
          <w:szCs w:val="22"/>
        </w:rPr>
        <w:t xml:space="preserve"> usvojio je prijedlog kandid</w:t>
      </w:r>
      <w:r w:rsidR="0026041F" w:rsidRPr="00F75100">
        <w:rPr>
          <w:rFonts w:ascii="Arial" w:hAnsi="Arial" w:cs="Arial"/>
          <w:sz w:val="22"/>
          <w:szCs w:val="22"/>
        </w:rPr>
        <w:t>a</w:t>
      </w:r>
      <w:r w:rsidR="00FD5D55">
        <w:rPr>
          <w:rFonts w:ascii="Arial" w:hAnsi="Arial" w:cs="Arial"/>
          <w:sz w:val="22"/>
          <w:szCs w:val="22"/>
        </w:rPr>
        <w:t>ta za dodjelu J</w:t>
      </w:r>
      <w:r w:rsidRPr="00F75100">
        <w:rPr>
          <w:rFonts w:ascii="Arial" w:hAnsi="Arial" w:cs="Arial"/>
          <w:sz w:val="22"/>
          <w:szCs w:val="22"/>
        </w:rPr>
        <w:t>avnih prizna</w:t>
      </w:r>
      <w:r w:rsidR="0026041F" w:rsidRPr="00F75100">
        <w:rPr>
          <w:rFonts w:ascii="Arial" w:hAnsi="Arial" w:cs="Arial"/>
          <w:sz w:val="22"/>
          <w:szCs w:val="22"/>
        </w:rPr>
        <w:t>nja grad</w:t>
      </w:r>
      <w:r w:rsidRPr="00F75100">
        <w:rPr>
          <w:rFonts w:ascii="Arial" w:hAnsi="Arial" w:cs="Arial"/>
          <w:sz w:val="22"/>
          <w:szCs w:val="22"/>
        </w:rPr>
        <w:t>a Pregrade u kategoriji</w:t>
      </w:r>
      <w:r w:rsidR="00100591" w:rsidRPr="00F75100">
        <w:rPr>
          <w:rFonts w:ascii="Arial" w:hAnsi="Arial" w:cs="Arial"/>
          <w:sz w:val="22"/>
          <w:szCs w:val="22"/>
        </w:rPr>
        <w:t xml:space="preserve"> </w:t>
      </w:r>
      <w:r w:rsidR="00251494" w:rsidRPr="00251494">
        <w:rPr>
          <w:rFonts w:ascii="Arial" w:hAnsi="Arial" w:cs="Arial"/>
          <w:b/>
          <w:bCs/>
          <w:sz w:val="22"/>
          <w:szCs w:val="22"/>
        </w:rPr>
        <w:t>plaketa</w:t>
      </w:r>
      <w:r w:rsidR="00B44023" w:rsidRPr="00251494">
        <w:rPr>
          <w:rFonts w:ascii="Arial" w:hAnsi="Arial" w:cs="Arial"/>
          <w:b/>
          <w:bCs/>
          <w:sz w:val="22"/>
          <w:szCs w:val="22"/>
        </w:rPr>
        <w:t xml:space="preserve"> </w:t>
      </w:r>
      <w:r w:rsidR="00B44023">
        <w:rPr>
          <w:rFonts w:ascii="Arial" w:hAnsi="Arial" w:cs="Arial"/>
          <w:b/>
          <w:bCs/>
          <w:sz w:val="22"/>
          <w:szCs w:val="22"/>
        </w:rPr>
        <w:t>i zahvalnica</w:t>
      </w:r>
      <w:r w:rsidR="00AB0113">
        <w:rPr>
          <w:rFonts w:ascii="Arial" w:hAnsi="Arial" w:cs="Arial"/>
          <w:b/>
          <w:bCs/>
          <w:sz w:val="22"/>
          <w:szCs w:val="22"/>
        </w:rPr>
        <w:t>.</w:t>
      </w:r>
    </w:p>
    <w:p w14:paraId="22FBDD66" w14:textId="77777777" w:rsidR="00FF759C" w:rsidRDefault="003C75B2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75100">
        <w:rPr>
          <w:rFonts w:ascii="Arial" w:hAnsi="Arial" w:cs="Arial"/>
          <w:sz w:val="22"/>
          <w:szCs w:val="22"/>
        </w:rPr>
        <w:tab/>
        <w:t>Sukladno Odluci o dodjeli javnih priznanja, prijedlog je Upravnog odbora Udruženja obrtnika Pregrada, Hum na Sutli, Desini</w:t>
      </w:r>
      <w:r w:rsidR="00E43048" w:rsidRPr="00F75100">
        <w:rPr>
          <w:rFonts w:ascii="Arial" w:hAnsi="Arial" w:cs="Arial"/>
          <w:sz w:val="22"/>
          <w:szCs w:val="22"/>
        </w:rPr>
        <w:t>ć za d</w:t>
      </w:r>
      <w:r w:rsidR="00100591" w:rsidRPr="00F75100">
        <w:rPr>
          <w:rFonts w:ascii="Arial" w:hAnsi="Arial" w:cs="Arial"/>
          <w:sz w:val="22"/>
          <w:szCs w:val="22"/>
        </w:rPr>
        <w:t>odjelu</w:t>
      </w:r>
      <w:r w:rsidR="00FF759C">
        <w:rPr>
          <w:rFonts w:ascii="Arial" w:hAnsi="Arial" w:cs="Arial"/>
          <w:sz w:val="22"/>
          <w:szCs w:val="22"/>
        </w:rPr>
        <w:t xml:space="preserve"> </w:t>
      </w:r>
    </w:p>
    <w:p w14:paraId="3996EA93" w14:textId="5F1E2846" w:rsidR="003C75B2" w:rsidRPr="00FF759C" w:rsidRDefault="00100591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F759C">
        <w:rPr>
          <w:rFonts w:ascii="Arial" w:hAnsi="Arial" w:cs="Arial"/>
          <w:b/>
          <w:bCs/>
          <w:sz w:val="22"/>
          <w:szCs w:val="22"/>
        </w:rPr>
        <w:t xml:space="preserve"> </w:t>
      </w:r>
      <w:r w:rsidR="00FF759C" w:rsidRPr="00FF759C">
        <w:rPr>
          <w:rFonts w:ascii="Arial" w:hAnsi="Arial" w:cs="Arial"/>
          <w:b/>
          <w:bCs/>
          <w:sz w:val="22"/>
          <w:szCs w:val="22"/>
        </w:rPr>
        <w:t>Plakete</w:t>
      </w:r>
      <w:r w:rsidR="00B03BFC" w:rsidRPr="00C146F2">
        <w:rPr>
          <w:rFonts w:ascii="Arial" w:hAnsi="Arial" w:cs="Arial"/>
          <w:b/>
          <w:bCs/>
          <w:sz w:val="24"/>
          <w:szCs w:val="24"/>
        </w:rPr>
        <w:t xml:space="preserve"> </w:t>
      </w:r>
      <w:r w:rsidR="00724982">
        <w:rPr>
          <w:rFonts w:ascii="Arial" w:hAnsi="Arial" w:cs="Arial"/>
          <w:sz w:val="22"/>
          <w:szCs w:val="22"/>
        </w:rPr>
        <w:t xml:space="preserve"> </w:t>
      </w:r>
      <w:r w:rsidR="00CB1DF4">
        <w:rPr>
          <w:rFonts w:ascii="Arial" w:hAnsi="Arial" w:cs="Arial"/>
          <w:sz w:val="22"/>
          <w:szCs w:val="22"/>
        </w:rPr>
        <w:t xml:space="preserve"> -    </w:t>
      </w:r>
      <w:r w:rsidR="00B44023">
        <w:rPr>
          <w:rFonts w:ascii="Arial" w:hAnsi="Arial" w:cs="Arial"/>
          <w:b/>
          <w:bCs/>
          <w:sz w:val="22"/>
          <w:szCs w:val="22"/>
        </w:rPr>
        <w:t>Vlado Večerić</w:t>
      </w:r>
      <w:r w:rsidR="00AB0113" w:rsidRPr="00AB0113">
        <w:rPr>
          <w:rFonts w:ascii="Arial" w:hAnsi="Arial" w:cs="Arial"/>
          <w:b/>
          <w:bCs/>
          <w:sz w:val="22"/>
          <w:szCs w:val="22"/>
        </w:rPr>
        <w:t xml:space="preserve">, </w:t>
      </w:r>
      <w:r w:rsidR="00B44023">
        <w:rPr>
          <w:rFonts w:ascii="Arial" w:hAnsi="Arial" w:cs="Arial"/>
          <w:b/>
          <w:bCs/>
          <w:sz w:val="22"/>
          <w:szCs w:val="22"/>
        </w:rPr>
        <w:t xml:space="preserve">Pregrada, </w:t>
      </w:r>
      <w:proofErr w:type="spellStart"/>
      <w:r w:rsidR="00B44023">
        <w:rPr>
          <w:rFonts w:ascii="Arial" w:hAnsi="Arial" w:cs="Arial"/>
          <w:b/>
          <w:bCs/>
          <w:sz w:val="22"/>
          <w:szCs w:val="22"/>
        </w:rPr>
        <w:t>Vrhi</w:t>
      </w:r>
      <w:proofErr w:type="spellEnd"/>
      <w:r w:rsidR="00B44023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="00B44023">
        <w:rPr>
          <w:rFonts w:ascii="Arial" w:hAnsi="Arial" w:cs="Arial"/>
          <w:b/>
          <w:bCs/>
          <w:sz w:val="22"/>
          <w:szCs w:val="22"/>
        </w:rPr>
        <w:t>Pregradski</w:t>
      </w:r>
      <w:proofErr w:type="spellEnd"/>
      <w:r w:rsidR="00B44023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61A305D3" w14:textId="77777777" w:rsidR="00CE7084" w:rsidRPr="00724982" w:rsidRDefault="00CE7084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C53885" w14:textId="0C51B5BF" w:rsidR="008202BD" w:rsidRDefault="00C73F9C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F75100">
        <w:rPr>
          <w:rFonts w:ascii="Arial" w:hAnsi="Arial" w:cs="Arial"/>
          <w:b/>
          <w:sz w:val="22"/>
          <w:szCs w:val="22"/>
        </w:rPr>
        <w:t>Obrazloženje:</w:t>
      </w:r>
    </w:p>
    <w:p w14:paraId="24804B3E" w14:textId="35AC6D1C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  <w:r w:rsidRPr="008547FB">
        <w:rPr>
          <w:rFonts w:ascii="Arial" w:hAnsi="Arial" w:cs="Arial"/>
          <w:sz w:val="22"/>
          <w:szCs w:val="22"/>
        </w:rPr>
        <w:t xml:space="preserve">Gospodin </w:t>
      </w:r>
      <w:r w:rsidR="00D1480A" w:rsidRPr="008547FB">
        <w:rPr>
          <w:rFonts w:ascii="Arial" w:hAnsi="Arial" w:cs="Arial"/>
          <w:sz w:val="22"/>
          <w:szCs w:val="22"/>
        </w:rPr>
        <w:t>V</w:t>
      </w:r>
      <w:r w:rsidRPr="008547FB">
        <w:rPr>
          <w:rFonts w:ascii="Arial" w:hAnsi="Arial" w:cs="Arial"/>
          <w:sz w:val="22"/>
          <w:szCs w:val="22"/>
        </w:rPr>
        <w:t xml:space="preserve">lado Večerić rođen je  05. travnja 1958. godine u Pregradi gdje je završio osnovnu školu. 1973. godine upisuje strukovnu autolakirersku školu u Grazu (Austrija) te po završetku srednjoškolskog obrazovanja ostaje raditi u </w:t>
      </w:r>
      <w:proofErr w:type="spellStart"/>
      <w:r w:rsidRPr="008547FB">
        <w:rPr>
          <w:rFonts w:ascii="Arial" w:hAnsi="Arial" w:cs="Arial"/>
          <w:sz w:val="22"/>
          <w:szCs w:val="22"/>
        </w:rPr>
        <w:t>Volkswagenovom</w:t>
      </w:r>
      <w:proofErr w:type="spellEnd"/>
      <w:r w:rsidRPr="008547FB">
        <w:rPr>
          <w:rFonts w:ascii="Arial" w:hAnsi="Arial" w:cs="Arial"/>
          <w:sz w:val="22"/>
          <w:szCs w:val="22"/>
        </w:rPr>
        <w:t xml:space="preserve"> servisu u Grazu. Za vrijeme svog školovanja i rada u Grazu igrao je nogomet za „</w:t>
      </w:r>
      <w:proofErr w:type="spellStart"/>
      <w:r w:rsidRPr="008547FB">
        <w:rPr>
          <w:rFonts w:ascii="Arial" w:hAnsi="Arial" w:cs="Arial"/>
          <w:sz w:val="22"/>
          <w:szCs w:val="22"/>
        </w:rPr>
        <w:t>Grazer</w:t>
      </w:r>
      <w:proofErr w:type="spellEnd"/>
      <w:r w:rsidRPr="008547F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547FB">
        <w:rPr>
          <w:rFonts w:ascii="Arial" w:hAnsi="Arial" w:cs="Arial"/>
          <w:sz w:val="22"/>
          <w:szCs w:val="22"/>
        </w:rPr>
        <w:t>Sportklub</w:t>
      </w:r>
      <w:proofErr w:type="spellEnd"/>
      <w:r w:rsidRPr="008547FB">
        <w:rPr>
          <w:rFonts w:ascii="Arial" w:hAnsi="Arial" w:cs="Arial"/>
          <w:sz w:val="22"/>
          <w:szCs w:val="22"/>
        </w:rPr>
        <w:t>“ gdje je postigao zapažene sportske rezultate.</w:t>
      </w:r>
    </w:p>
    <w:p w14:paraId="68D3417E" w14:textId="77777777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</w:p>
    <w:p w14:paraId="600695D6" w14:textId="5A106348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  <w:r w:rsidRPr="008547FB">
        <w:rPr>
          <w:rFonts w:ascii="Arial" w:hAnsi="Arial" w:cs="Arial"/>
          <w:sz w:val="22"/>
          <w:szCs w:val="22"/>
        </w:rPr>
        <w:t xml:space="preserve">16. ožujka 1979. godine otvara autolakirersku radionu u Pregradi u kojoj je obavljao svoju djelatnost do umirovljenja 04.04.2020. godine. </w:t>
      </w:r>
    </w:p>
    <w:p w14:paraId="736A57C9" w14:textId="77777777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</w:p>
    <w:p w14:paraId="290A1FD6" w14:textId="30086263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  <w:r w:rsidRPr="008547FB">
        <w:rPr>
          <w:rFonts w:ascii="Arial" w:hAnsi="Arial" w:cs="Arial"/>
          <w:sz w:val="22"/>
          <w:szCs w:val="22"/>
        </w:rPr>
        <w:t>Obnašao je dužnost člana Skupštine Udruženja obrtnika Pregrada, Hum na Sutli, Desinić u mandatnom razdoblju 2002. – 2006. godine, člana Upravnog odbora udruženja u dva mandata i Predsjednika Udruženja obrtnika u vremenu od 2015. – 2018 godine. Svo vrijeme bio je aktivan u radu Udruženja obrtnika i Obrtničke komore Krapinsko-zagorske županije gdje</w:t>
      </w:r>
      <w:r w:rsidR="0006142D">
        <w:rPr>
          <w:rFonts w:ascii="Arial" w:hAnsi="Arial" w:cs="Arial"/>
          <w:sz w:val="22"/>
          <w:szCs w:val="22"/>
        </w:rPr>
        <w:t xml:space="preserve"> </w:t>
      </w:r>
      <w:r w:rsidRPr="008547FB">
        <w:rPr>
          <w:rFonts w:ascii="Arial" w:hAnsi="Arial" w:cs="Arial"/>
          <w:sz w:val="22"/>
          <w:szCs w:val="22"/>
        </w:rPr>
        <w:t>je u dva mandata bio  predsjednik Odbora za društvene djelatnosti.  U 2008. godini primio je,  na prijedlog matičnog Udruženja obrtnika, brončano priznanje Obrtničke komore Krapinsko-zagorske županije.</w:t>
      </w:r>
    </w:p>
    <w:p w14:paraId="732CB559" w14:textId="0FB514C7" w:rsidR="00B44023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  <w:r w:rsidRPr="008547FB">
        <w:rPr>
          <w:rFonts w:ascii="Arial" w:hAnsi="Arial" w:cs="Arial"/>
          <w:sz w:val="22"/>
          <w:szCs w:val="22"/>
        </w:rPr>
        <w:t xml:space="preserve">U  svoje slobodno vrijeme aktivno  se bavio sportom te je u periodu od 1979. do 1989. godine odigrao preko tristo nogometnih utakmica za NK Pregrada i ONK Desinić. Također je  godinama  bio aktivan kao jedan od organizatora </w:t>
      </w:r>
      <w:proofErr w:type="spellStart"/>
      <w:r w:rsidRPr="008547FB">
        <w:rPr>
          <w:rFonts w:ascii="Arial" w:hAnsi="Arial" w:cs="Arial"/>
          <w:sz w:val="22"/>
          <w:szCs w:val="22"/>
        </w:rPr>
        <w:t>pregradskog</w:t>
      </w:r>
      <w:proofErr w:type="spellEnd"/>
      <w:r w:rsidRPr="008547FB">
        <w:rPr>
          <w:rFonts w:ascii="Arial" w:hAnsi="Arial" w:cs="Arial"/>
          <w:sz w:val="22"/>
          <w:szCs w:val="22"/>
        </w:rPr>
        <w:t xml:space="preserve"> fašnika te kao voditelj glumačke skupine „</w:t>
      </w:r>
      <w:proofErr w:type="spellStart"/>
      <w:r w:rsidRPr="008547FB">
        <w:rPr>
          <w:rFonts w:ascii="Arial" w:hAnsi="Arial" w:cs="Arial"/>
          <w:sz w:val="22"/>
          <w:szCs w:val="22"/>
        </w:rPr>
        <w:t>Pregradska</w:t>
      </w:r>
      <w:proofErr w:type="spellEnd"/>
      <w:r w:rsidRPr="008547FB">
        <w:rPr>
          <w:rFonts w:ascii="Arial" w:hAnsi="Arial" w:cs="Arial"/>
          <w:sz w:val="22"/>
          <w:szCs w:val="22"/>
        </w:rPr>
        <w:t xml:space="preserve"> brijačnica“.</w:t>
      </w:r>
    </w:p>
    <w:p w14:paraId="356BB10E" w14:textId="33694EF9" w:rsidR="00B03BFC" w:rsidRPr="008547FB" w:rsidRDefault="00B44023" w:rsidP="00B44023">
      <w:pPr>
        <w:jc w:val="both"/>
        <w:rPr>
          <w:rFonts w:ascii="Arial" w:hAnsi="Arial" w:cs="Arial"/>
          <w:sz w:val="22"/>
          <w:szCs w:val="22"/>
        </w:rPr>
      </w:pPr>
      <w:r w:rsidRPr="008547FB">
        <w:rPr>
          <w:rFonts w:ascii="Arial" w:hAnsi="Arial" w:cs="Arial"/>
          <w:sz w:val="22"/>
          <w:szCs w:val="22"/>
        </w:rPr>
        <w:t xml:space="preserve">Za svoj dosadašnji rad i doprinos široj zajednici nagrađivan je brojnim priznanjima. </w:t>
      </w:r>
    </w:p>
    <w:p w14:paraId="7BE5759F" w14:textId="77777777" w:rsidR="00B44023" w:rsidRDefault="00B44023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9C0609C" w14:textId="21558357" w:rsidR="00B44023" w:rsidRPr="00D1480A" w:rsidRDefault="00B44023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1480A">
        <w:rPr>
          <w:rFonts w:ascii="Arial" w:hAnsi="Arial" w:cs="Arial"/>
          <w:b/>
          <w:bCs/>
          <w:sz w:val="22"/>
          <w:szCs w:val="22"/>
        </w:rPr>
        <w:t xml:space="preserve">Zahvalnica – Igor </w:t>
      </w:r>
      <w:proofErr w:type="spellStart"/>
      <w:r w:rsidRPr="00D1480A">
        <w:rPr>
          <w:rFonts w:ascii="Arial" w:hAnsi="Arial" w:cs="Arial"/>
          <w:b/>
          <w:bCs/>
          <w:sz w:val="22"/>
          <w:szCs w:val="22"/>
        </w:rPr>
        <w:t>Hustić</w:t>
      </w:r>
      <w:proofErr w:type="spellEnd"/>
      <w:r w:rsidRPr="00D1480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1480A">
        <w:rPr>
          <w:rFonts w:ascii="Arial" w:hAnsi="Arial" w:cs="Arial"/>
          <w:b/>
          <w:bCs/>
          <w:sz w:val="22"/>
          <w:szCs w:val="22"/>
        </w:rPr>
        <w:t>vl</w:t>
      </w:r>
      <w:proofErr w:type="spellEnd"/>
      <w:r w:rsidRPr="00D1480A">
        <w:rPr>
          <w:rFonts w:ascii="Arial" w:hAnsi="Arial" w:cs="Arial"/>
          <w:b/>
          <w:bCs/>
          <w:sz w:val="22"/>
          <w:szCs w:val="22"/>
        </w:rPr>
        <w:t>. obrt za fitnes i sport TOP GYM, Pregrada</w:t>
      </w:r>
    </w:p>
    <w:p w14:paraId="69123207" w14:textId="77777777" w:rsidR="00B44023" w:rsidRPr="00D1480A" w:rsidRDefault="00B44023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4078B7FB" w14:textId="7203B9E1" w:rsidR="00B44023" w:rsidRDefault="00D1480A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Obrazloženje:</w:t>
      </w:r>
    </w:p>
    <w:p w14:paraId="57D0F420" w14:textId="34897E95" w:rsidR="008547FB" w:rsidRPr="008547FB" w:rsidRDefault="00D1480A" w:rsidP="008547FB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>
        <w:rPr>
          <w:rFonts w:ascii="Arial" w:hAnsi="Arial" w:cs="Arial"/>
          <w:sz w:val="22"/>
          <w:szCs w:val="22"/>
        </w:rPr>
        <w:t xml:space="preserve">Igor </w:t>
      </w:r>
      <w:proofErr w:type="spellStart"/>
      <w:r>
        <w:rPr>
          <w:rFonts w:ascii="Arial" w:hAnsi="Arial" w:cs="Arial"/>
          <w:sz w:val="22"/>
          <w:szCs w:val="22"/>
        </w:rPr>
        <w:t>Hustić</w:t>
      </w:r>
      <w:proofErr w:type="spellEnd"/>
      <w:r>
        <w:rPr>
          <w:rFonts w:ascii="Arial" w:hAnsi="Arial" w:cs="Arial"/>
          <w:sz w:val="22"/>
          <w:szCs w:val="22"/>
        </w:rPr>
        <w:t xml:space="preserve"> rođen je 24.04.1989. godine, zavr</w:t>
      </w:r>
      <w:r w:rsidR="008547FB">
        <w:rPr>
          <w:rFonts w:ascii="Arial" w:hAnsi="Arial" w:cs="Arial"/>
          <w:sz w:val="22"/>
          <w:szCs w:val="22"/>
        </w:rPr>
        <w:t>šio je Kineziološki fakultet 2014. godine te se zaposlio u Srednjoj školi Pregrada kao profesor tjelesne kulture i odgajatelj. U slobodno vrijeme bavio  se avanturističkim turizmom te je bio skijaški trener. Pokretač je 2 gimnastička kluba  i to u Pregradi i Krapini. P</w:t>
      </w:r>
      <w:r w:rsidR="008547FB" w:rsidRPr="008547FB">
        <w:rPr>
          <w:rFonts w:ascii="Arial" w:hAnsi="Arial" w:cs="Arial"/>
          <w:color w:val="222222"/>
          <w:sz w:val="24"/>
          <w:szCs w:val="24"/>
        </w:rPr>
        <w:t xml:space="preserve">osvećenost, volja, trud oko više od </w:t>
      </w:r>
      <w:r w:rsidR="008547FB">
        <w:rPr>
          <w:rFonts w:ascii="Arial" w:hAnsi="Arial" w:cs="Arial"/>
          <w:color w:val="222222"/>
          <w:sz w:val="24"/>
          <w:szCs w:val="24"/>
        </w:rPr>
        <w:t>10</w:t>
      </w:r>
      <w:r w:rsidR="008547FB" w:rsidRPr="008547FB">
        <w:rPr>
          <w:rFonts w:ascii="Arial" w:hAnsi="Arial" w:cs="Arial"/>
          <w:color w:val="222222"/>
          <w:sz w:val="24"/>
          <w:szCs w:val="24"/>
        </w:rPr>
        <w:t xml:space="preserve">0 djece koji idu na gimnastiku je stvarno vrijedna da </w:t>
      </w:r>
      <w:r w:rsidR="008547FB">
        <w:rPr>
          <w:rFonts w:ascii="Arial" w:hAnsi="Arial" w:cs="Arial"/>
          <w:color w:val="222222"/>
          <w:sz w:val="24"/>
          <w:szCs w:val="24"/>
        </w:rPr>
        <w:t xml:space="preserve"> mu </w:t>
      </w:r>
      <w:r w:rsidR="008547FB" w:rsidRPr="008547FB">
        <w:rPr>
          <w:rFonts w:ascii="Arial" w:hAnsi="Arial" w:cs="Arial"/>
          <w:color w:val="222222"/>
          <w:sz w:val="24"/>
          <w:szCs w:val="24"/>
        </w:rPr>
        <w:t>se zbog motivacije oda</w:t>
      </w:r>
      <w:r w:rsidR="008547FB">
        <w:rPr>
          <w:rFonts w:ascii="Arial" w:hAnsi="Arial" w:cs="Arial"/>
          <w:color w:val="222222"/>
          <w:sz w:val="24"/>
          <w:szCs w:val="24"/>
        </w:rPr>
        <w:t xml:space="preserve"> </w:t>
      </w:r>
      <w:r w:rsidR="008547FB" w:rsidRPr="008547FB">
        <w:rPr>
          <w:rFonts w:ascii="Arial" w:hAnsi="Arial" w:cs="Arial"/>
          <w:color w:val="222222"/>
          <w:sz w:val="24"/>
          <w:szCs w:val="24"/>
        </w:rPr>
        <w:t>znak zahvalnosti. </w:t>
      </w:r>
    </w:p>
    <w:p w14:paraId="06325CA6" w14:textId="7422AB1A" w:rsidR="008547FB" w:rsidRPr="008547FB" w:rsidRDefault="008547FB" w:rsidP="008547FB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8547FB">
        <w:rPr>
          <w:rFonts w:ascii="Arial" w:hAnsi="Arial" w:cs="Arial"/>
          <w:color w:val="222222"/>
          <w:sz w:val="24"/>
          <w:szCs w:val="24"/>
        </w:rPr>
        <w:t>Razna natjecanja  u potpunosti</w:t>
      </w:r>
      <w:r>
        <w:rPr>
          <w:rFonts w:ascii="Arial" w:hAnsi="Arial" w:cs="Arial"/>
          <w:color w:val="222222"/>
          <w:sz w:val="24"/>
          <w:szCs w:val="24"/>
        </w:rPr>
        <w:t xml:space="preserve"> su </w:t>
      </w:r>
      <w:r w:rsidRPr="008547FB">
        <w:rPr>
          <w:rFonts w:ascii="Arial" w:hAnsi="Arial" w:cs="Arial"/>
          <w:color w:val="222222"/>
          <w:sz w:val="24"/>
          <w:szCs w:val="24"/>
        </w:rPr>
        <w:t xml:space="preserve"> njegova inicijativa - djeca su toliko dobra da su nakon nekoliko natjecanja na regionalnoj razini bili zamoljeni da ne dolaze  da i drugi dobe priliku pobijediti.</w:t>
      </w:r>
    </w:p>
    <w:p w14:paraId="55190ACB" w14:textId="5ACA9040" w:rsidR="008547FB" w:rsidRPr="008547FB" w:rsidRDefault="008547FB" w:rsidP="008547FB">
      <w:pPr>
        <w:shd w:val="clear" w:color="auto" w:fill="FFFFFF"/>
        <w:rPr>
          <w:rFonts w:ascii="Arial" w:hAnsi="Arial" w:cs="Arial"/>
          <w:color w:val="222222"/>
          <w:sz w:val="24"/>
          <w:szCs w:val="24"/>
        </w:rPr>
      </w:pPr>
      <w:r w:rsidRPr="008547FB">
        <w:rPr>
          <w:rFonts w:ascii="Arial" w:hAnsi="Arial" w:cs="Arial"/>
          <w:color w:val="222222"/>
          <w:sz w:val="24"/>
          <w:szCs w:val="24"/>
        </w:rPr>
        <w:lastRenderedPageBreak/>
        <w:t>Svakodnevno ih  priprema i u Pregradi i Krapini- vozi svu opremu kombijem da djeca mogu vježbati čim više.</w:t>
      </w:r>
    </w:p>
    <w:p w14:paraId="433FC736" w14:textId="45C943EA" w:rsidR="00B44023" w:rsidRDefault="008547FB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Izuzetno je poduzetničkog duha, pa je tako 2024. godine registrirao obrt za fitnes i sport.</w:t>
      </w:r>
    </w:p>
    <w:p w14:paraId="68AF2F7C" w14:textId="77777777" w:rsidR="00B44023" w:rsidRDefault="00B44023" w:rsidP="00A1551B">
      <w:pPr>
        <w:pStyle w:val="Zaglavlje"/>
        <w:tabs>
          <w:tab w:val="clear" w:pos="4153"/>
          <w:tab w:val="clear" w:pos="8306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CAF728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jc w:val="both"/>
        <w:rPr>
          <w:rFonts w:ascii="Arial" w:hAnsi="Arial" w:cs="Arial"/>
          <w:sz w:val="24"/>
          <w:szCs w:val="24"/>
        </w:rPr>
      </w:pPr>
      <w:r w:rsidRPr="009C56CB">
        <w:rPr>
          <w:rFonts w:ascii="Arial" w:hAnsi="Arial" w:cs="Arial"/>
          <w:sz w:val="24"/>
          <w:szCs w:val="24"/>
        </w:rPr>
        <w:t>Mišljenja smo da sve navedeno zadovoljava kriteri</w:t>
      </w:r>
      <w:r w:rsidR="0026041F" w:rsidRPr="009C56CB">
        <w:rPr>
          <w:rFonts w:ascii="Arial" w:hAnsi="Arial" w:cs="Arial"/>
          <w:sz w:val="24"/>
          <w:szCs w:val="24"/>
        </w:rPr>
        <w:t xml:space="preserve">je za dodjelu </w:t>
      </w:r>
      <w:r w:rsidR="00F75100">
        <w:rPr>
          <w:rFonts w:ascii="Arial" w:hAnsi="Arial" w:cs="Arial"/>
          <w:sz w:val="24"/>
          <w:szCs w:val="24"/>
        </w:rPr>
        <w:t>priznanja</w:t>
      </w:r>
      <w:r w:rsidR="00A1551B">
        <w:rPr>
          <w:rFonts w:ascii="Arial" w:hAnsi="Arial" w:cs="Arial"/>
          <w:sz w:val="24"/>
          <w:szCs w:val="24"/>
        </w:rPr>
        <w:t xml:space="preserve">  </w:t>
      </w:r>
      <w:r w:rsidR="0026041F" w:rsidRPr="009C56CB">
        <w:rPr>
          <w:rFonts w:ascii="Arial" w:hAnsi="Arial" w:cs="Arial"/>
          <w:sz w:val="24"/>
          <w:szCs w:val="24"/>
        </w:rPr>
        <w:t xml:space="preserve"> grada P</w:t>
      </w:r>
      <w:r w:rsidRPr="009C56CB">
        <w:rPr>
          <w:rFonts w:ascii="Arial" w:hAnsi="Arial" w:cs="Arial"/>
          <w:sz w:val="24"/>
          <w:szCs w:val="24"/>
        </w:rPr>
        <w:t>regrade.</w:t>
      </w:r>
    </w:p>
    <w:p w14:paraId="6F78B4B6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jc w:val="both"/>
        <w:rPr>
          <w:rFonts w:ascii="Arial" w:hAnsi="Arial" w:cs="Arial"/>
          <w:sz w:val="24"/>
          <w:szCs w:val="24"/>
        </w:rPr>
      </w:pPr>
    </w:p>
    <w:p w14:paraId="04B99BA3" w14:textId="77777777" w:rsidR="00121D3C" w:rsidRPr="009C56CB" w:rsidRDefault="00121D3C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5F9476E2" w14:textId="77777777" w:rsidR="00121D3C" w:rsidRPr="009C56CB" w:rsidRDefault="00121D3C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  <w:r w:rsidRPr="009C56CB">
        <w:rPr>
          <w:rFonts w:ascii="Arial" w:hAnsi="Arial" w:cs="Arial"/>
          <w:sz w:val="24"/>
          <w:szCs w:val="24"/>
        </w:rPr>
        <w:t>S poštovanjem,</w:t>
      </w:r>
    </w:p>
    <w:p w14:paraId="5DA19E8E" w14:textId="4E8A9F72" w:rsidR="00121D3C" w:rsidRPr="00F75100" w:rsidRDefault="00121D3C">
      <w:pPr>
        <w:pStyle w:val="Zaglavlje"/>
        <w:tabs>
          <w:tab w:val="clear" w:pos="4153"/>
          <w:tab w:val="clear" w:pos="8306"/>
        </w:tabs>
        <w:rPr>
          <w:rFonts w:ascii="Arial" w:hAnsi="Arial" w:cs="Arial"/>
          <w:b/>
          <w:sz w:val="22"/>
          <w:szCs w:val="22"/>
        </w:rPr>
      </w:pP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9C56CB">
        <w:rPr>
          <w:rFonts w:ascii="Arial" w:hAnsi="Arial" w:cs="Arial"/>
          <w:sz w:val="24"/>
          <w:szCs w:val="24"/>
        </w:rPr>
        <w:tab/>
      </w:r>
      <w:r w:rsidRPr="00F75100">
        <w:rPr>
          <w:rFonts w:ascii="Arial" w:hAnsi="Arial" w:cs="Arial"/>
          <w:b/>
          <w:sz w:val="22"/>
          <w:szCs w:val="22"/>
        </w:rPr>
        <w:t>P</w:t>
      </w:r>
      <w:r w:rsidR="00DF29E3">
        <w:rPr>
          <w:rFonts w:ascii="Arial" w:hAnsi="Arial" w:cs="Arial"/>
          <w:b/>
          <w:sz w:val="22"/>
          <w:szCs w:val="22"/>
        </w:rPr>
        <w:t>redsjednica</w:t>
      </w:r>
    </w:p>
    <w:p w14:paraId="1C4CA15A" w14:textId="77777777" w:rsidR="00121D3C" w:rsidRPr="00F75100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b/>
          <w:sz w:val="22"/>
          <w:szCs w:val="22"/>
        </w:rPr>
      </w:pPr>
      <w:r w:rsidRPr="00F75100">
        <w:rPr>
          <w:rFonts w:ascii="Arial" w:hAnsi="Arial" w:cs="Arial"/>
          <w:b/>
          <w:sz w:val="22"/>
          <w:szCs w:val="22"/>
        </w:rPr>
        <w:t xml:space="preserve">     UDRUŽENJA OBRTNIKA</w:t>
      </w:r>
    </w:p>
    <w:p w14:paraId="42D6C586" w14:textId="47D5D55A" w:rsidR="00121D3C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2"/>
          <w:szCs w:val="22"/>
        </w:rPr>
      </w:pPr>
      <w:r w:rsidRPr="00F75100">
        <w:rPr>
          <w:rFonts w:ascii="Arial" w:hAnsi="Arial" w:cs="Arial"/>
          <w:b/>
          <w:sz w:val="22"/>
          <w:szCs w:val="22"/>
        </w:rPr>
        <w:tab/>
      </w:r>
      <w:r w:rsidR="00DF29E3">
        <w:rPr>
          <w:rFonts w:ascii="Arial" w:hAnsi="Arial" w:cs="Arial"/>
          <w:b/>
          <w:sz w:val="22"/>
          <w:szCs w:val="22"/>
        </w:rPr>
        <w:t>Davorka Hohnjec</w:t>
      </w:r>
      <w:r w:rsidRPr="00F75100">
        <w:rPr>
          <w:rFonts w:ascii="Arial" w:hAnsi="Arial" w:cs="Arial"/>
          <w:b/>
          <w:sz w:val="22"/>
          <w:szCs w:val="22"/>
        </w:rPr>
        <w:t xml:space="preserve"> v.r</w:t>
      </w:r>
      <w:r w:rsidRPr="00F75100">
        <w:rPr>
          <w:rFonts w:ascii="Arial" w:hAnsi="Arial" w:cs="Arial"/>
          <w:sz w:val="22"/>
          <w:szCs w:val="22"/>
        </w:rPr>
        <w:t>.</w:t>
      </w:r>
    </w:p>
    <w:p w14:paraId="446478A0" w14:textId="77777777" w:rsidR="00F75100" w:rsidRDefault="00F75100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2"/>
          <w:szCs w:val="22"/>
        </w:rPr>
      </w:pPr>
    </w:p>
    <w:p w14:paraId="5D746EE2" w14:textId="77777777" w:rsidR="00F75100" w:rsidRDefault="00F75100" w:rsidP="00F75100">
      <w:pPr>
        <w:pStyle w:val="Zaglavlje"/>
        <w:tabs>
          <w:tab w:val="clear" w:pos="4153"/>
          <w:tab w:val="clear" w:pos="8306"/>
        </w:tabs>
        <w:rPr>
          <w:rFonts w:ascii="Arial" w:hAnsi="Arial" w:cs="Arial"/>
        </w:rPr>
      </w:pPr>
      <w:r w:rsidRPr="00A21D8A">
        <w:rPr>
          <w:rFonts w:ascii="Arial" w:hAnsi="Arial" w:cs="Arial"/>
        </w:rPr>
        <w:t xml:space="preserve">Za točnost </w:t>
      </w:r>
      <w:proofErr w:type="spellStart"/>
      <w:r w:rsidRPr="00A21D8A">
        <w:rPr>
          <w:rFonts w:ascii="Arial" w:hAnsi="Arial" w:cs="Arial"/>
        </w:rPr>
        <w:t>otpravka</w:t>
      </w:r>
      <w:proofErr w:type="spellEnd"/>
      <w:r w:rsidRPr="00A21D8A">
        <w:rPr>
          <w:rFonts w:ascii="Arial" w:hAnsi="Arial" w:cs="Arial"/>
        </w:rPr>
        <w:t>:</w:t>
      </w:r>
    </w:p>
    <w:p w14:paraId="56CECF5C" w14:textId="77777777" w:rsidR="00F75100" w:rsidRDefault="00F75100" w:rsidP="00F75100">
      <w:pPr>
        <w:pStyle w:val="Zaglavlje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>Tajnica udruženja obrtnika</w:t>
      </w:r>
    </w:p>
    <w:p w14:paraId="56F5CE8B" w14:textId="77777777" w:rsidR="00F75100" w:rsidRPr="00A21D8A" w:rsidRDefault="00F75100" w:rsidP="00F75100">
      <w:pPr>
        <w:pStyle w:val="Zaglavlje"/>
        <w:tabs>
          <w:tab w:val="clear" w:pos="4153"/>
          <w:tab w:val="clear" w:pos="8306"/>
        </w:tabs>
        <w:rPr>
          <w:rFonts w:ascii="Arial" w:hAnsi="Arial" w:cs="Arial"/>
        </w:rPr>
      </w:pPr>
      <w:r>
        <w:rPr>
          <w:rFonts w:ascii="Arial" w:hAnsi="Arial" w:cs="Arial"/>
        </w:rPr>
        <w:t>Biserka Babić</w:t>
      </w:r>
    </w:p>
    <w:p w14:paraId="2F018755" w14:textId="77777777" w:rsidR="00F75100" w:rsidRDefault="00F75100" w:rsidP="00F75100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68B1A3BD" w14:textId="77777777" w:rsidR="00F75100" w:rsidRPr="00F75100" w:rsidRDefault="00F75100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2"/>
          <w:szCs w:val="22"/>
        </w:rPr>
      </w:pPr>
    </w:p>
    <w:p w14:paraId="01E37E07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0F668965" w14:textId="0176562C" w:rsidR="00A21D8A" w:rsidRDefault="00A21D8A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33D47D19" w14:textId="79CFFAE0" w:rsidR="00965347" w:rsidRDefault="00965347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3AD86411" w14:textId="1A83A5A3" w:rsidR="00965347" w:rsidRDefault="00965347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4776204D" w14:textId="19C20BC2" w:rsidR="00965347" w:rsidRDefault="00965347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4449C687" w14:textId="77777777" w:rsidR="00965347" w:rsidRDefault="00965347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6BB199AB" w14:textId="77777777" w:rsidR="00A21D8A" w:rsidRDefault="00A21D8A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17612BE3" w14:textId="77777777" w:rsidR="00A21D8A" w:rsidRDefault="00A21D8A" w:rsidP="00A21D8A">
      <w:pPr>
        <w:pStyle w:val="Zaglavlje"/>
        <w:tabs>
          <w:tab w:val="clear" w:pos="4153"/>
          <w:tab w:val="clear" w:pos="8306"/>
        </w:tabs>
        <w:rPr>
          <w:rFonts w:ascii="Arial" w:hAnsi="Arial" w:cs="Arial"/>
          <w:sz w:val="24"/>
          <w:szCs w:val="24"/>
        </w:rPr>
      </w:pPr>
    </w:p>
    <w:p w14:paraId="05DD5333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16CD73B1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62DC0E90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2F278C2C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1B393001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7BF35CCB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423BCE0F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0B5CE819" w14:textId="77777777" w:rsidR="00A21D8A" w:rsidRDefault="00A21D8A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0640C7F9" w14:textId="77777777" w:rsidR="00A21D8A" w:rsidRPr="009C56CB" w:rsidRDefault="00A21D8A" w:rsidP="00A21D8A">
      <w:pPr>
        <w:pStyle w:val="Zaglavlje"/>
        <w:tabs>
          <w:tab w:val="clear" w:pos="4153"/>
          <w:tab w:val="clear" w:pos="8306"/>
        </w:tabs>
        <w:ind w:left="4320"/>
        <w:jc w:val="both"/>
        <w:rPr>
          <w:rFonts w:ascii="Arial" w:hAnsi="Arial" w:cs="Arial"/>
          <w:sz w:val="24"/>
          <w:szCs w:val="24"/>
        </w:rPr>
      </w:pPr>
    </w:p>
    <w:p w14:paraId="7E445A78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1F4FA495" w14:textId="77777777" w:rsidR="00121D3C" w:rsidRPr="009C56CB" w:rsidRDefault="00121D3C" w:rsidP="009C56CB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4D69ACB0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6A12BD7E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6BFC77A4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4F86CBDC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01478560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jc w:val="both"/>
        <w:rPr>
          <w:rFonts w:ascii="Arial" w:hAnsi="Arial" w:cs="Arial"/>
          <w:sz w:val="24"/>
          <w:szCs w:val="24"/>
        </w:rPr>
      </w:pPr>
    </w:p>
    <w:p w14:paraId="2FD46E2C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03934D9B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4514D417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4B194EF5" w14:textId="77777777" w:rsidR="00121D3C" w:rsidRPr="009C56CB" w:rsidRDefault="00121D3C" w:rsidP="00121D3C">
      <w:pPr>
        <w:pStyle w:val="Zaglavlje"/>
        <w:tabs>
          <w:tab w:val="clear" w:pos="4153"/>
          <w:tab w:val="clear" w:pos="8306"/>
        </w:tabs>
        <w:ind w:left="4320"/>
        <w:rPr>
          <w:rFonts w:ascii="Arial" w:hAnsi="Arial" w:cs="Arial"/>
          <w:sz w:val="24"/>
          <w:szCs w:val="24"/>
        </w:rPr>
      </w:pPr>
    </w:p>
    <w:p w14:paraId="24F6F202" w14:textId="77777777" w:rsidR="006F7759" w:rsidRDefault="006F7759">
      <w:pPr>
        <w:pStyle w:val="Zaglavlje"/>
        <w:tabs>
          <w:tab w:val="clear" w:pos="4153"/>
          <w:tab w:val="clear" w:pos="8306"/>
        </w:tabs>
      </w:pPr>
    </w:p>
    <w:p w14:paraId="30AF0ADF" w14:textId="77777777" w:rsidR="00E61A07" w:rsidRDefault="00E61A07">
      <w:pPr>
        <w:pStyle w:val="Zaglavlje"/>
        <w:tabs>
          <w:tab w:val="clear" w:pos="4153"/>
          <w:tab w:val="clear" w:pos="8306"/>
        </w:tabs>
      </w:pPr>
    </w:p>
    <w:sectPr w:rsidR="00E61A07" w:rsidSect="007A4403">
      <w:headerReference w:type="default" r:id="rId8"/>
      <w:footerReference w:type="first" r:id="rId9"/>
      <w:pgSz w:w="11907" w:h="16840" w:code="9"/>
      <w:pgMar w:top="1276" w:right="2268" w:bottom="1560" w:left="1134" w:header="720" w:footer="1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95520" w14:textId="77777777" w:rsidR="00EC2712" w:rsidRDefault="00EC2712">
      <w:r>
        <w:separator/>
      </w:r>
    </w:p>
  </w:endnote>
  <w:endnote w:type="continuationSeparator" w:id="0">
    <w:p w14:paraId="5A52A1E5" w14:textId="77777777" w:rsidR="00EC2712" w:rsidRDefault="00EC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witzerlandNarrow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04C732" w14:textId="77777777" w:rsidR="006F7759" w:rsidRDefault="006F7759">
    <w:pPr>
      <w:framePr w:hSpace="180" w:wrap="around" w:vAnchor="page" w:hAnchor="page" w:x="10081" w:y="14689"/>
    </w:pPr>
    <w:r>
      <w:object w:dxaOrig="1305" w:dyaOrig="1425" w14:anchorId="679ACE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65.25pt;height:71.25pt">
          <v:imagedata r:id="rId1" o:title=""/>
        </v:shape>
        <o:OLEObject Type="Embed" ProgID="CorelDRAW.Graphic.6" ShapeID="_x0000_i1026" DrawAspect="Content" ObjectID="_1804486266" r:id="rId2"/>
      </w:object>
    </w:r>
  </w:p>
  <w:p w14:paraId="055AA302" w14:textId="77777777" w:rsidR="006F7759" w:rsidRDefault="00735172">
    <w:pPr>
      <w:pStyle w:val="Podnoje"/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38F4D5FF" wp14:editId="23C25F45">
              <wp:simplePos x="0" y="0"/>
              <wp:positionH relativeFrom="column">
                <wp:posOffset>12065</wp:posOffset>
              </wp:positionH>
              <wp:positionV relativeFrom="paragraph">
                <wp:posOffset>335915</wp:posOffset>
              </wp:positionV>
              <wp:extent cx="5578475" cy="367030"/>
              <wp:effectExtent l="12065" t="12065" r="10160" b="11430"/>
              <wp:wrapNone/>
              <wp:docPr id="5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578475" cy="36703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14:paraId="0A7D544D" w14:textId="77777777" w:rsidR="006F7759" w:rsidRDefault="006F7759">
                          <w:pPr>
                            <w:spacing w:before="180"/>
                            <w:ind w:firstLine="284"/>
                            <w:rPr>
                              <w:rFonts w:ascii="SwitzerlandNarrow" w:hAnsi="SwitzerlandNarrow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8F4D5FF" id="Rectangle 1" o:spid="_x0000_s1029" style="position:absolute;margin-left:.95pt;margin-top:26.45pt;width:439.25pt;height:28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" o:allowincell="f" filled="f" strokeweight=".5pt">
              <v:textbox inset="1pt,1pt,1pt,1pt">
                <w:txbxContent>
                  <w:p w14:paraId="0A7D544D" w14:textId="77777777" w:rsidR="006F7759" w:rsidRDefault="006F7759">
                    <w:pPr>
                      <w:spacing w:before="180"/>
                      <w:ind w:firstLine="284"/>
                      <w:rPr>
                        <w:rFonts w:ascii="SwitzerlandNarrow" w:hAnsi="SwitzerlandNarrow"/>
                        <w:b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72CDA66A" wp14:editId="5676343B">
              <wp:simplePos x="0" y="0"/>
              <wp:positionH relativeFrom="column">
                <wp:posOffset>3395345</wp:posOffset>
              </wp:positionH>
              <wp:positionV relativeFrom="paragraph">
                <wp:posOffset>337185</wp:posOffset>
              </wp:positionV>
              <wp:extent cx="2195195" cy="367030"/>
              <wp:effectExtent l="4445" t="3810" r="635" b="635"/>
              <wp:wrapNone/>
              <wp:docPr id="4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195195" cy="367030"/>
                      </a:xfrm>
                      <a:prstGeom prst="rect">
                        <a:avLst/>
                      </a:pr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316CC6" w14:textId="77777777" w:rsidR="006F7759" w:rsidRDefault="006F7759">
                          <w:pPr>
                            <w:tabs>
                              <w:tab w:val="right" w:pos="2694"/>
                            </w:tabs>
                            <w:spacing w:before="180"/>
                            <w:rPr>
                              <w:color w:val="FFFFFF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</w:rPr>
                            <w:t xml:space="preserve">  Listova ukupno</w:t>
                          </w: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</w:rPr>
                            <w:tab/>
                            <w:t>List broj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2CDA66A" id="Rectangle 2" o:spid="_x0000_s1030" style="position:absolute;margin-left:267.35pt;margin-top:26.55pt;width:172.85pt;height:28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" o:allowincell="f" fillcolor="blue" stroked="f" strokeweight=".5pt">
              <v:textbox inset="1pt,1pt,1pt,1pt">
                <w:txbxContent>
                  <w:p w14:paraId="7B316CC6" w14:textId="77777777" w:rsidR="006F7759" w:rsidRDefault="006F7759">
                    <w:pPr>
                      <w:tabs>
                        <w:tab w:val="right" w:pos="2694"/>
                      </w:tabs>
                      <w:spacing w:before="180"/>
                      <w:rPr>
                        <w:color w:val="FFFFFF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</w:rPr>
                      <w:t xml:space="preserve">  Listova ukupno</w:t>
                    </w:r>
                    <w:r>
                      <w:rPr>
                        <w:rFonts w:ascii="SwitzerlandNarrow" w:hAnsi="SwitzerlandNarrow"/>
                        <w:b/>
                        <w:color w:val="FFFFFF"/>
                      </w:rPr>
                      <w:tab/>
                      <w:t>List broj</w:t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0" allowOverlap="1" wp14:anchorId="0FBEA1DD" wp14:editId="1F545A61">
              <wp:simplePos x="0" y="0"/>
              <wp:positionH relativeFrom="column">
                <wp:posOffset>4309745</wp:posOffset>
              </wp:positionH>
              <wp:positionV relativeFrom="paragraph">
                <wp:posOffset>426720</wp:posOffset>
              </wp:positionV>
              <wp:extent cx="274955" cy="183515"/>
              <wp:effectExtent l="4445" t="0" r="0" b="0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313746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FBEA1DD" id="Rectangle 3" o:spid="_x0000_s1031" style="position:absolute;margin-left:339.35pt;margin-top:33.6pt;width:21.65pt;height:14.4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" o:allowincell="f" stroked="f" strokeweight=".5pt">
              <v:textbox inset="1pt,1pt,1pt,1pt">
                <w:txbxContent>
                  <w:p w14:paraId="19313746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21BEC78" wp14:editId="044B7809">
              <wp:simplePos x="0" y="0"/>
              <wp:positionH relativeFrom="column">
                <wp:posOffset>5224145</wp:posOffset>
              </wp:positionH>
              <wp:positionV relativeFrom="paragraph">
                <wp:posOffset>427355</wp:posOffset>
              </wp:positionV>
              <wp:extent cx="274955" cy="183515"/>
              <wp:effectExtent l="4445" t="0" r="0" b="0"/>
              <wp:wrapNone/>
              <wp:docPr id="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183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AA360C" w14:textId="77777777" w:rsidR="006F7759" w:rsidRDefault="00CA429F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</w:rPr>
                          </w:pPr>
                          <w:r>
                            <w:rPr>
                              <w:rStyle w:val="Brojstranice"/>
                              <w:rFonts w:ascii="SwitzerlandNarrow" w:hAnsi="SwitzerlandNarrow"/>
                              <w:b/>
                            </w:rPr>
                            <w:fldChar w:fldCharType="begin"/>
                          </w:r>
                          <w:r w:rsidR="006F7759">
                            <w:rPr>
                              <w:rStyle w:val="Brojstranice"/>
                              <w:rFonts w:ascii="SwitzerlandNarrow" w:hAnsi="SwitzerlandNarrow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Style w:val="Brojstranice"/>
                              <w:rFonts w:ascii="SwitzerlandNarrow" w:hAnsi="SwitzerlandNarrow"/>
                              <w:b/>
                            </w:rPr>
                            <w:fldChar w:fldCharType="separate"/>
                          </w:r>
                          <w:r w:rsidR="006F7759">
                            <w:rPr>
                              <w:rStyle w:val="Brojstranice"/>
                              <w:rFonts w:ascii="SwitzerlandNarrow" w:hAnsi="SwitzerlandNarrow"/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rStyle w:val="Brojstranice"/>
                              <w:rFonts w:ascii="SwitzerlandNarrow" w:hAnsi="SwitzerlandNarrow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1BEC78" id="Rectangle 4" o:spid="_x0000_s1032" style="position:absolute;margin-left:411.35pt;margin-top:33.65pt;width:21.65pt;height:14.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" o:allowincell="f" stroked="f" strokeweight=".5pt">
              <v:textbox inset="1pt,1pt,1pt,1pt">
                <w:txbxContent>
                  <w:p w14:paraId="0CAA360C" w14:textId="77777777" w:rsidR="006F7759" w:rsidRDefault="00CA429F">
                    <w:pPr>
                      <w:jc w:val="center"/>
                      <w:rPr>
                        <w:rFonts w:ascii="SwitzerlandNarrow" w:hAnsi="SwitzerlandNarrow"/>
                        <w:b/>
                      </w:rPr>
                    </w:pPr>
                    <w:r>
                      <w:rPr>
                        <w:rStyle w:val="Brojstranice"/>
                        <w:rFonts w:ascii="SwitzerlandNarrow" w:hAnsi="SwitzerlandNarrow"/>
                        <w:b/>
                      </w:rPr>
                      <w:fldChar w:fldCharType="begin"/>
                    </w:r>
                    <w:r w:rsidR="006F7759">
                      <w:rPr>
                        <w:rStyle w:val="Brojstranice"/>
                        <w:rFonts w:ascii="SwitzerlandNarrow" w:hAnsi="SwitzerlandNarrow"/>
                        <w:b/>
                      </w:rPr>
                      <w:instrText xml:space="preserve"> PAGE </w:instrText>
                    </w:r>
                    <w:r>
                      <w:rPr>
                        <w:rStyle w:val="Brojstranice"/>
                        <w:rFonts w:ascii="SwitzerlandNarrow" w:hAnsi="SwitzerlandNarrow"/>
                        <w:b/>
                      </w:rPr>
                      <w:fldChar w:fldCharType="separate"/>
                    </w:r>
                    <w:r w:rsidR="006F7759">
                      <w:rPr>
                        <w:rStyle w:val="Brojstranice"/>
                        <w:rFonts w:ascii="SwitzerlandNarrow" w:hAnsi="SwitzerlandNarrow"/>
                        <w:b/>
                        <w:noProof/>
                      </w:rPr>
                      <w:t>1</w:t>
                    </w:r>
                    <w:r>
                      <w:rPr>
                        <w:rStyle w:val="Brojstranice"/>
                        <w:rFonts w:ascii="SwitzerlandNarrow" w:hAnsi="SwitzerlandNarrow"/>
                        <w:b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E48ACD7" wp14:editId="251B8E16">
              <wp:simplePos x="0" y="0"/>
              <wp:positionH relativeFrom="column">
                <wp:posOffset>6229985</wp:posOffset>
              </wp:positionH>
              <wp:positionV relativeFrom="paragraph">
                <wp:posOffset>-9173845</wp:posOffset>
              </wp:positionV>
              <wp:extent cx="274955" cy="8870315"/>
              <wp:effectExtent l="635" t="0" r="635" b="0"/>
              <wp:wrapNone/>
              <wp:docPr id="1" name="Rectangl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74955" cy="8870315"/>
                      </a:xfrm>
                      <a:prstGeom prst="rect">
                        <a:avLst/>
                      </a:prstGeom>
                      <a:solidFill>
                        <a:srgbClr val="0000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9C3797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6D0D905E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H</w:t>
                          </w:r>
                        </w:p>
                        <w:p w14:paraId="3C68515F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R</w:t>
                          </w:r>
                        </w:p>
                        <w:p w14:paraId="090680A8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V</w:t>
                          </w:r>
                        </w:p>
                        <w:p w14:paraId="59826A06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A</w:t>
                          </w:r>
                        </w:p>
                        <w:p w14:paraId="7B2A3C79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T</w:t>
                          </w:r>
                        </w:p>
                        <w:p w14:paraId="1E5ED510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S</w:t>
                          </w:r>
                        </w:p>
                        <w:p w14:paraId="372077E4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K</w:t>
                          </w:r>
                        </w:p>
                        <w:p w14:paraId="73A43EB1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A</w:t>
                          </w:r>
                        </w:p>
                        <w:p w14:paraId="7F05F678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22CD68A2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3D33DF40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0A087045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00C7CEA1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O</w:t>
                          </w:r>
                        </w:p>
                        <w:p w14:paraId="0C4E9583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B</w:t>
                          </w:r>
                        </w:p>
                        <w:p w14:paraId="3DCA7DB6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R</w:t>
                          </w:r>
                        </w:p>
                        <w:p w14:paraId="1C457A29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T</w:t>
                          </w:r>
                        </w:p>
                        <w:p w14:paraId="306C3A2E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N</w:t>
                          </w:r>
                        </w:p>
                        <w:p w14:paraId="4300D4E5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I</w:t>
                          </w:r>
                        </w:p>
                        <w:p w14:paraId="11F43B66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^</w:t>
                          </w:r>
                        </w:p>
                        <w:p w14:paraId="6197623D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K</w:t>
                          </w:r>
                        </w:p>
                        <w:p w14:paraId="07A0A21E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A</w:t>
                          </w:r>
                        </w:p>
                        <w:p w14:paraId="38781837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7245BC1C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784E7EF8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7669F996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</w:p>
                        <w:p w14:paraId="5A98D552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K</w:t>
                          </w:r>
                        </w:p>
                        <w:p w14:paraId="343C7EEF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O</w:t>
                          </w:r>
                        </w:p>
                        <w:p w14:paraId="0FDE6FFE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M</w:t>
                          </w:r>
                        </w:p>
                        <w:p w14:paraId="637B1C97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O</w:t>
                          </w:r>
                        </w:p>
                        <w:p w14:paraId="0504CB57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R</w:t>
                          </w:r>
                        </w:p>
                        <w:p w14:paraId="23F96D19" w14:textId="77777777" w:rsidR="006F7759" w:rsidRDefault="006F7759">
                          <w:pPr>
                            <w:jc w:val="center"/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</w:pPr>
                          <w:r>
                            <w:rPr>
                              <w:rFonts w:ascii="SwitzerlandNarrow" w:hAnsi="SwitzerlandNarrow"/>
                              <w:b/>
                              <w:color w:val="FFFFFF"/>
                              <w:sz w:val="36"/>
                            </w:rPr>
                            <w:t>A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E48ACD7" id="Rectangle 5" o:spid="_x0000_s1033" style="position:absolute;margin-left:490.55pt;margin-top:-722.35pt;width:21.65pt;height:698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" o:allowincell="f" fillcolor="blue" stroked="f" strokeweight=".5pt">
              <v:textbox inset="1pt,1pt,1pt,1pt">
                <w:txbxContent>
                  <w:p w14:paraId="7D9C3797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6D0D905E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H</w:t>
                    </w:r>
                  </w:p>
                  <w:p w14:paraId="3C68515F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R</w:t>
                    </w:r>
                  </w:p>
                  <w:p w14:paraId="090680A8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V</w:t>
                    </w:r>
                  </w:p>
                  <w:p w14:paraId="59826A06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A</w:t>
                    </w:r>
                  </w:p>
                  <w:p w14:paraId="7B2A3C79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T</w:t>
                    </w:r>
                  </w:p>
                  <w:p w14:paraId="1E5ED510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S</w:t>
                    </w:r>
                  </w:p>
                  <w:p w14:paraId="372077E4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K</w:t>
                    </w:r>
                  </w:p>
                  <w:p w14:paraId="73A43EB1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A</w:t>
                    </w:r>
                  </w:p>
                  <w:p w14:paraId="7F05F678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22CD68A2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3D33DF40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0A087045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00C7CEA1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O</w:t>
                    </w:r>
                  </w:p>
                  <w:p w14:paraId="0C4E9583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B</w:t>
                    </w:r>
                  </w:p>
                  <w:p w14:paraId="3DCA7DB6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R</w:t>
                    </w:r>
                  </w:p>
                  <w:p w14:paraId="1C457A29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T</w:t>
                    </w:r>
                  </w:p>
                  <w:p w14:paraId="306C3A2E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N</w:t>
                    </w:r>
                  </w:p>
                  <w:p w14:paraId="4300D4E5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I</w:t>
                    </w:r>
                  </w:p>
                  <w:p w14:paraId="11F43B66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^</w:t>
                    </w:r>
                  </w:p>
                  <w:p w14:paraId="6197623D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K</w:t>
                    </w:r>
                  </w:p>
                  <w:p w14:paraId="07A0A21E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A</w:t>
                    </w:r>
                  </w:p>
                  <w:p w14:paraId="38781837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7245BC1C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784E7EF8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7669F996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</w:p>
                  <w:p w14:paraId="5A98D552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K</w:t>
                    </w:r>
                  </w:p>
                  <w:p w14:paraId="343C7EEF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O</w:t>
                    </w:r>
                  </w:p>
                  <w:p w14:paraId="0FDE6FFE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M</w:t>
                    </w:r>
                  </w:p>
                  <w:p w14:paraId="637B1C97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O</w:t>
                    </w:r>
                  </w:p>
                  <w:p w14:paraId="0504CB57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R</w:t>
                    </w:r>
                  </w:p>
                  <w:p w14:paraId="23F96D19" w14:textId="77777777" w:rsidR="006F7759" w:rsidRDefault="006F7759">
                    <w:pPr>
                      <w:jc w:val="center"/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</w:pPr>
                    <w:r>
                      <w:rPr>
                        <w:rFonts w:ascii="SwitzerlandNarrow" w:hAnsi="SwitzerlandNarrow"/>
                        <w:b/>
                        <w:color w:val="FFFFFF"/>
                        <w:sz w:val="36"/>
                      </w:rPr>
                      <w:t>A</w:t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1984C7" w14:textId="77777777" w:rsidR="00EC2712" w:rsidRDefault="00EC2712">
      <w:r>
        <w:separator/>
      </w:r>
    </w:p>
  </w:footnote>
  <w:footnote w:type="continuationSeparator" w:id="0">
    <w:p w14:paraId="77EABD4A" w14:textId="77777777" w:rsidR="00EC2712" w:rsidRDefault="00EC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29CF59" w14:textId="77777777" w:rsidR="006F7759" w:rsidRDefault="00000000">
    <w:pPr>
      <w:pStyle w:val="Zaglavlje"/>
    </w:pPr>
    <w:r>
      <w:rPr>
        <w:noProof/>
        <w:lang w:val="en-US"/>
      </w:rPr>
      <w:object w:dxaOrig="1440" w:dyaOrig="1440" w14:anchorId="261E329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33" type="#_x0000_t75" style="position:absolute;margin-left:.9pt;margin-top:.55pt;width:43.2pt;height:43.1pt;z-index:251662336;visibility:visible;mso-wrap-edited:f" o:allowincell="f">
          <v:imagedata r:id="rId1" o:title=""/>
          <w10:wrap type="topAndBottom"/>
        </v:shape>
        <o:OLEObject Type="Embed" ProgID="Word.Picture.8" ShapeID="_x0000_s1033" DrawAspect="Content" ObjectID="_1804486267" r:id="rId2"/>
      </w:object>
    </w:r>
    <w:r w:rsidR="00735172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F88D503" wp14:editId="6F60D514">
              <wp:simplePos x="0" y="0"/>
              <wp:positionH relativeFrom="column">
                <wp:posOffset>11430</wp:posOffset>
              </wp:positionH>
              <wp:positionV relativeFrom="paragraph">
                <wp:posOffset>6985</wp:posOffset>
              </wp:positionV>
              <wp:extent cx="6035675" cy="182880"/>
              <wp:effectExtent l="1905" t="0" r="1270" b="635"/>
              <wp:wrapNone/>
              <wp:docPr id="9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3567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E6BFFF" w14:textId="77777777" w:rsidR="006F7759" w:rsidRDefault="006F7759">
                          <w:pPr>
                            <w:pStyle w:val="Naslov1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 xml:space="preserve"> OBRTNIČKA KOMORA KRAPINSKO-ZAGORSKE ŽUPANIJE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88D503" id="Rectangle 6" o:spid="_x0000_s1026" style="position:absolute;margin-left:.9pt;margin-top:.55pt;width:475.25pt;height:1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" o:allowincell="f" filled="f" stroked="f" strokeweight=".5pt">
              <v:textbox inset="1pt,1pt,1pt,1pt">
                <w:txbxContent>
                  <w:p w14:paraId="79E6BFFF" w14:textId="77777777" w:rsidR="006F7759" w:rsidRDefault="006F7759">
                    <w:pPr>
                      <w:pStyle w:val="Naslov1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 xml:space="preserve"> OBRTNIČKA KOMORA KRAPINSKO-ZAGORSKE ŽUPANIJE</w:t>
                    </w:r>
                  </w:p>
                </w:txbxContent>
              </v:textbox>
            </v:rect>
          </w:pict>
        </mc:Fallback>
      </mc:AlternateContent>
    </w:r>
    <w:r w:rsidR="00735172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0DB4198" wp14:editId="267062A0">
              <wp:simplePos x="0" y="0"/>
              <wp:positionH relativeFrom="column">
                <wp:posOffset>11430</wp:posOffset>
              </wp:positionH>
              <wp:positionV relativeFrom="paragraph">
                <wp:posOffset>281305</wp:posOffset>
              </wp:positionV>
              <wp:extent cx="5944235" cy="182880"/>
              <wp:effectExtent l="1905" t="0" r="0" b="2540"/>
              <wp:wrapNone/>
              <wp:docPr id="8" name="Rectangl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4235" cy="182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5DB82CF" w14:textId="77777777" w:rsidR="006F7759" w:rsidRPr="007F5DFF" w:rsidRDefault="006F7759">
                          <w:pPr>
                            <w:pStyle w:val="Naslov1"/>
                            <w:rPr>
                              <w:lang w:val="de-DE"/>
                            </w:rPr>
                          </w:pPr>
                          <w:r w:rsidRPr="007F5DFF">
                            <w:rPr>
                              <w:lang w:val="de-DE"/>
                            </w:rPr>
                            <w:t>UDRUŽENJE OBRTNIKA PREGRADA, HUM NA SUTLI, DESINIĆ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0DB4198" id="Rectangle 8" o:spid="_x0000_s1027" style="position:absolute;margin-left:.9pt;margin-top:22.15pt;width:468.05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" o:allowincell="f" filled="f" stroked="f" strokeweight=".5pt">
              <v:textbox inset="1pt,1pt,1pt,1pt">
                <w:txbxContent>
                  <w:p w14:paraId="25DB82CF" w14:textId="77777777" w:rsidR="006F7759" w:rsidRPr="007F5DFF" w:rsidRDefault="006F7759">
                    <w:pPr>
                      <w:pStyle w:val="Naslov1"/>
                      <w:rPr>
                        <w:lang w:val="de-DE"/>
                      </w:rPr>
                    </w:pPr>
                    <w:r w:rsidRPr="007F5DFF">
                      <w:rPr>
                        <w:lang w:val="de-DE"/>
                      </w:rPr>
                      <w:t>UDRUŽENJE OBRTNIKA PREGRADA, HUM NA SUTLI, DESINIĆ</w:t>
                    </w:r>
                  </w:p>
                </w:txbxContent>
              </v:textbox>
            </v:rect>
          </w:pict>
        </mc:Fallback>
      </mc:AlternateContent>
    </w:r>
    <w:r w:rsidR="00735172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0845816" wp14:editId="3034142B">
              <wp:simplePos x="0" y="0"/>
              <wp:positionH relativeFrom="column">
                <wp:posOffset>11430</wp:posOffset>
              </wp:positionH>
              <wp:positionV relativeFrom="paragraph">
                <wp:posOffset>464185</wp:posOffset>
              </wp:positionV>
              <wp:extent cx="5944235" cy="183515"/>
              <wp:effectExtent l="1905" t="0" r="0" b="0"/>
              <wp:wrapNone/>
              <wp:docPr id="7" name="Rectangl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944235" cy="183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DC8652" w14:textId="77777777" w:rsidR="006F7759" w:rsidRDefault="006F7759">
                          <w:pPr>
                            <w:jc w:val="center"/>
                            <w:rPr>
                              <w:rFonts w:ascii="Arial" w:hAnsi="Arial"/>
                              <w:b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</w:rPr>
                            <w:t xml:space="preserve">HR - 49218 Pregrada, Ul. </w:t>
                          </w:r>
                          <w:proofErr w:type="spellStart"/>
                          <w:r>
                            <w:rPr>
                              <w:rFonts w:ascii="Arial" w:hAnsi="Arial"/>
                              <w:b/>
                            </w:rPr>
                            <w:t>Lj</w:t>
                          </w:r>
                          <w:proofErr w:type="spellEnd"/>
                          <w:r>
                            <w:rPr>
                              <w:rFonts w:ascii="Arial" w:hAnsi="Arial"/>
                              <w:b/>
                            </w:rPr>
                            <w:t>. Gaja 17/2; Tel/fax: 049 376-101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0845816" id="Rectangle 7" o:spid="_x0000_s1028" style="position:absolute;margin-left:.9pt;margin-top:36.55pt;width:468.05pt;height:14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" o:allowincell="f" filled="f" stroked="f" strokeweight=".5pt">
              <v:textbox inset="1pt,1pt,1pt,1pt">
                <w:txbxContent>
                  <w:p w14:paraId="3DDC8652" w14:textId="77777777" w:rsidR="006F7759" w:rsidRDefault="006F7759">
                    <w:pPr>
                      <w:jc w:val="center"/>
                      <w:rPr>
                        <w:rFonts w:ascii="Arial" w:hAnsi="Arial"/>
                        <w:b/>
                      </w:rPr>
                    </w:pPr>
                    <w:r>
                      <w:rPr>
                        <w:rFonts w:ascii="Arial" w:hAnsi="Arial"/>
                        <w:b/>
                      </w:rPr>
                      <w:t xml:space="preserve">HR - 49218 Pregrada, Ul. </w:t>
                    </w:r>
                    <w:proofErr w:type="spellStart"/>
                    <w:r>
                      <w:rPr>
                        <w:rFonts w:ascii="Arial" w:hAnsi="Arial"/>
                        <w:b/>
                      </w:rPr>
                      <w:t>Lj</w:t>
                    </w:r>
                    <w:proofErr w:type="spellEnd"/>
                    <w:r>
                      <w:rPr>
                        <w:rFonts w:ascii="Arial" w:hAnsi="Arial"/>
                        <w:b/>
                      </w:rPr>
                      <w:t>. Gaja 17/2; Tel/fax: 049 376-101</w:t>
                    </w:r>
                  </w:p>
                </w:txbxContent>
              </v:textbox>
            </v:rect>
          </w:pict>
        </mc:Fallback>
      </mc:AlternateContent>
    </w:r>
    <w:r w:rsidR="00406C48">
      <w:rPr>
        <w:noProof/>
      </w:rPr>
      <w:drawing>
        <wp:anchor distT="0" distB="0" distL="114300" distR="114300" simplePos="0" relativeHeight="251658240" behindDoc="0" locked="0" layoutInCell="0" allowOverlap="1" wp14:anchorId="58F676BC" wp14:editId="0235DE38">
          <wp:simplePos x="0" y="0"/>
          <wp:positionH relativeFrom="column">
            <wp:posOffset>5497830</wp:posOffset>
          </wp:positionH>
          <wp:positionV relativeFrom="paragraph">
            <wp:posOffset>6985</wp:posOffset>
          </wp:positionV>
          <wp:extent cx="544830" cy="542290"/>
          <wp:effectExtent l="19050" t="0" r="7620" b="0"/>
          <wp:wrapTopAndBottom/>
          <wp:docPr id="6" name="Slika 6" descr="zna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znak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4830" cy="5422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308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D7034"/>
    <w:multiLevelType w:val="singleLevel"/>
    <w:tmpl w:val="97983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0462572E"/>
    <w:multiLevelType w:val="hybridMultilevel"/>
    <w:tmpl w:val="47CE3A2E"/>
    <w:lvl w:ilvl="0" w:tplc="8DEE6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2421C40"/>
    <w:multiLevelType w:val="hybridMultilevel"/>
    <w:tmpl w:val="22C43470"/>
    <w:lvl w:ilvl="0" w:tplc="8DEE6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28813FF"/>
    <w:multiLevelType w:val="hybridMultilevel"/>
    <w:tmpl w:val="ECEA6996"/>
    <w:lvl w:ilvl="0" w:tplc="8DEE6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178C9570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DC70BF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20BE5CED"/>
    <w:multiLevelType w:val="singleLevel"/>
    <w:tmpl w:val="927C03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7" w15:restartNumberingAfterBreak="0">
    <w:nsid w:val="221C336B"/>
    <w:multiLevelType w:val="singleLevel"/>
    <w:tmpl w:val="845AFD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27021FC7"/>
    <w:multiLevelType w:val="hybridMultilevel"/>
    <w:tmpl w:val="E4508500"/>
    <w:lvl w:ilvl="0" w:tplc="8DEE61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5AE37422"/>
    <w:multiLevelType w:val="singleLevel"/>
    <w:tmpl w:val="192ACC0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0" w15:restartNumberingAfterBreak="0">
    <w:nsid w:val="5E662BC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AB32491"/>
    <w:multiLevelType w:val="singleLevel"/>
    <w:tmpl w:val="2B3E43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 w15:restartNumberingAfterBreak="0">
    <w:nsid w:val="770D6CCF"/>
    <w:multiLevelType w:val="hybridMultilevel"/>
    <w:tmpl w:val="160ADFFA"/>
    <w:lvl w:ilvl="0" w:tplc="041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DFA33FA"/>
    <w:multiLevelType w:val="singleLevel"/>
    <w:tmpl w:val="5FEECCF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 w16cid:durableId="543062500">
    <w:abstractNumId w:val="11"/>
  </w:num>
  <w:num w:numId="2" w16cid:durableId="2103721871">
    <w:abstractNumId w:val="6"/>
  </w:num>
  <w:num w:numId="3" w16cid:durableId="1992129056">
    <w:abstractNumId w:val="13"/>
  </w:num>
  <w:num w:numId="4" w16cid:durableId="58554200">
    <w:abstractNumId w:val="5"/>
  </w:num>
  <w:num w:numId="5" w16cid:durableId="85541955">
    <w:abstractNumId w:val="0"/>
  </w:num>
  <w:num w:numId="6" w16cid:durableId="969945689">
    <w:abstractNumId w:val="10"/>
  </w:num>
  <w:num w:numId="7" w16cid:durableId="1704360248">
    <w:abstractNumId w:val="7"/>
  </w:num>
  <w:num w:numId="8" w16cid:durableId="536893667">
    <w:abstractNumId w:val="1"/>
  </w:num>
  <w:num w:numId="9" w16cid:durableId="1616598442">
    <w:abstractNumId w:val="9"/>
  </w:num>
  <w:num w:numId="10" w16cid:durableId="2060124362">
    <w:abstractNumId w:val="8"/>
  </w:num>
  <w:num w:numId="11" w16cid:durableId="1977642644">
    <w:abstractNumId w:val="12"/>
  </w:num>
  <w:num w:numId="12" w16cid:durableId="1301300223">
    <w:abstractNumId w:val="2"/>
  </w:num>
  <w:num w:numId="13" w16cid:durableId="982854215">
    <w:abstractNumId w:val="3"/>
  </w:num>
  <w:num w:numId="14" w16cid:durableId="12919837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7BE"/>
    <w:rsid w:val="000052CE"/>
    <w:rsid w:val="000109F5"/>
    <w:rsid w:val="000136B7"/>
    <w:rsid w:val="00013738"/>
    <w:rsid w:val="000158BC"/>
    <w:rsid w:val="0006142D"/>
    <w:rsid w:val="000C52BB"/>
    <w:rsid w:val="000E48AF"/>
    <w:rsid w:val="00100591"/>
    <w:rsid w:val="001024A1"/>
    <w:rsid w:val="00121D3C"/>
    <w:rsid w:val="00127175"/>
    <w:rsid w:val="00134A28"/>
    <w:rsid w:val="00135DEB"/>
    <w:rsid w:val="00151E76"/>
    <w:rsid w:val="00155308"/>
    <w:rsid w:val="00162CF4"/>
    <w:rsid w:val="001905EA"/>
    <w:rsid w:val="001C72A7"/>
    <w:rsid w:val="001E09AE"/>
    <w:rsid w:val="001F1245"/>
    <w:rsid w:val="00201155"/>
    <w:rsid w:val="002055FE"/>
    <w:rsid w:val="00210BA4"/>
    <w:rsid w:val="002214C5"/>
    <w:rsid w:val="00224AB5"/>
    <w:rsid w:val="0022576D"/>
    <w:rsid w:val="00251494"/>
    <w:rsid w:val="002517EA"/>
    <w:rsid w:val="00254809"/>
    <w:rsid w:val="00257FC5"/>
    <w:rsid w:val="0026041F"/>
    <w:rsid w:val="002942B8"/>
    <w:rsid w:val="002A14E4"/>
    <w:rsid w:val="002A3A99"/>
    <w:rsid w:val="002B085A"/>
    <w:rsid w:val="002C3458"/>
    <w:rsid w:val="002D5BD4"/>
    <w:rsid w:val="002F1686"/>
    <w:rsid w:val="002F3410"/>
    <w:rsid w:val="003220DD"/>
    <w:rsid w:val="0033262F"/>
    <w:rsid w:val="00336FDF"/>
    <w:rsid w:val="003526F8"/>
    <w:rsid w:val="00385B93"/>
    <w:rsid w:val="00386B73"/>
    <w:rsid w:val="003A32E1"/>
    <w:rsid w:val="003A7C1E"/>
    <w:rsid w:val="003C5B91"/>
    <w:rsid w:val="003C75B2"/>
    <w:rsid w:val="003D2219"/>
    <w:rsid w:val="003F0FB3"/>
    <w:rsid w:val="003F703C"/>
    <w:rsid w:val="00406C48"/>
    <w:rsid w:val="00406D64"/>
    <w:rsid w:val="004177C6"/>
    <w:rsid w:val="0042759C"/>
    <w:rsid w:val="00456D4C"/>
    <w:rsid w:val="004C7D4E"/>
    <w:rsid w:val="004D455C"/>
    <w:rsid w:val="004E69E8"/>
    <w:rsid w:val="004F02B3"/>
    <w:rsid w:val="004F13A0"/>
    <w:rsid w:val="004F5C82"/>
    <w:rsid w:val="00503DF1"/>
    <w:rsid w:val="00522254"/>
    <w:rsid w:val="00587A96"/>
    <w:rsid w:val="00591B1B"/>
    <w:rsid w:val="005B1CC6"/>
    <w:rsid w:val="005C4894"/>
    <w:rsid w:val="005C5435"/>
    <w:rsid w:val="005D35C9"/>
    <w:rsid w:val="005D5120"/>
    <w:rsid w:val="005E0390"/>
    <w:rsid w:val="00610AD7"/>
    <w:rsid w:val="0061279A"/>
    <w:rsid w:val="006203F0"/>
    <w:rsid w:val="0063664D"/>
    <w:rsid w:val="00655F22"/>
    <w:rsid w:val="00686332"/>
    <w:rsid w:val="00694089"/>
    <w:rsid w:val="006C6C7E"/>
    <w:rsid w:val="006E3DC7"/>
    <w:rsid w:val="006F0424"/>
    <w:rsid w:val="006F215D"/>
    <w:rsid w:val="006F7759"/>
    <w:rsid w:val="00706D39"/>
    <w:rsid w:val="00707929"/>
    <w:rsid w:val="007128CA"/>
    <w:rsid w:val="00724982"/>
    <w:rsid w:val="00724D7B"/>
    <w:rsid w:val="0072619C"/>
    <w:rsid w:val="0073076D"/>
    <w:rsid w:val="00735172"/>
    <w:rsid w:val="00735613"/>
    <w:rsid w:val="00740132"/>
    <w:rsid w:val="00744819"/>
    <w:rsid w:val="0075629F"/>
    <w:rsid w:val="0079082D"/>
    <w:rsid w:val="007A4403"/>
    <w:rsid w:val="007A5D56"/>
    <w:rsid w:val="007B443C"/>
    <w:rsid w:val="007F5444"/>
    <w:rsid w:val="007F5DFF"/>
    <w:rsid w:val="00807AD9"/>
    <w:rsid w:val="008202BD"/>
    <w:rsid w:val="008306BF"/>
    <w:rsid w:val="00834021"/>
    <w:rsid w:val="008547FB"/>
    <w:rsid w:val="0086508E"/>
    <w:rsid w:val="00865EC7"/>
    <w:rsid w:val="00880847"/>
    <w:rsid w:val="00884AED"/>
    <w:rsid w:val="008A36DE"/>
    <w:rsid w:val="008B3241"/>
    <w:rsid w:val="008C01BC"/>
    <w:rsid w:val="008C1C26"/>
    <w:rsid w:val="008D36C7"/>
    <w:rsid w:val="008F27B8"/>
    <w:rsid w:val="00907959"/>
    <w:rsid w:val="0091565F"/>
    <w:rsid w:val="00923151"/>
    <w:rsid w:val="00934A77"/>
    <w:rsid w:val="00935F58"/>
    <w:rsid w:val="0093656E"/>
    <w:rsid w:val="009514CB"/>
    <w:rsid w:val="00963B42"/>
    <w:rsid w:val="00965347"/>
    <w:rsid w:val="009B4B0E"/>
    <w:rsid w:val="009B7878"/>
    <w:rsid w:val="009C56CB"/>
    <w:rsid w:val="009E18AA"/>
    <w:rsid w:val="00A07844"/>
    <w:rsid w:val="00A10440"/>
    <w:rsid w:val="00A1551B"/>
    <w:rsid w:val="00A21D8A"/>
    <w:rsid w:val="00A238A4"/>
    <w:rsid w:val="00A26213"/>
    <w:rsid w:val="00A32D84"/>
    <w:rsid w:val="00A6481A"/>
    <w:rsid w:val="00A73C61"/>
    <w:rsid w:val="00AA60C2"/>
    <w:rsid w:val="00AB0113"/>
    <w:rsid w:val="00AB0E60"/>
    <w:rsid w:val="00AB3A0B"/>
    <w:rsid w:val="00AC34D4"/>
    <w:rsid w:val="00B03BFC"/>
    <w:rsid w:val="00B11E81"/>
    <w:rsid w:val="00B3340D"/>
    <w:rsid w:val="00B44023"/>
    <w:rsid w:val="00B63342"/>
    <w:rsid w:val="00B82EFC"/>
    <w:rsid w:val="00B927BE"/>
    <w:rsid w:val="00B975AF"/>
    <w:rsid w:val="00BB40A0"/>
    <w:rsid w:val="00BE0BEF"/>
    <w:rsid w:val="00BE468E"/>
    <w:rsid w:val="00C146F2"/>
    <w:rsid w:val="00C23B2C"/>
    <w:rsid w:val="00C2776B"/>
    <w:rsid w:val="00C34CD1"/>
    <w:rsid w:val="00C61B69"/>
    <w:rsid w:val="00C73F9C"/>
    <w:rsid w:val="00CA187C"/>
    <w:rsid w:val="00CA429F"/>
    <w:rsid w:val="00CA49BC"/>
    <w:rsid w:val="00CB1DF4"/>
    <w:rsid w:val="00CE7084"/>
    <w:rsid w:val="00CF6352"/>
    <w:rsid w:val="00CF6804"/>
    <w:rsid w:val="00CF70E8"/>
    <w:rsid w:val="00D05B6C"/>
    <w:rsid w:val="00D1480A"/>
    <w:rsid w:val="00D15AB1"/>
    <w:rsid w:val="00D225D8"/>
    <w:rsid w:val="00D354FE"/>
    <w:rsid w:val="00D42B28"/>
    <w:rsid w:val="00D46307"/>
    <w:rsid w:val="00D6070A"/>
    <w:rsid w:val="00D60F3C"/>
    <w:rsid w:val="00D947AB"/>
    <w:rsid w:val="00DA04BC"/>
    <w:rsid w:val="00DB48EE"/>
    <w:rsid w:val="00DC585E"/>
    <w:rsid w:val="00DC63DD"/>
    <w:rsid w:val="00DC68CB"/>
    <w:rsid w:val="00DD1781"/>
    <w:rsid w:val="00DD55F3"/>
    <w:rsid w:val="00DE705D"/>
    <w:rsid w:val="00DF29E3"/>
    <w:rsid w:val="00DF68EA"/>
    <w:rsid w:val="00E04BA9"/>
    <w:rsid w:val="00E17A02"/>
    <w:rsid w:val="00E3139D"/>
    <w:rsid w:val="00E3415F"/>
    <w:rsid w:val="00E42E20"/>
    <w:rsid w:val="00E43048"/>
    <w:rsid w:val="00E61A07"/>
    <w:rsid w:val="00E659F0"/>
    <w:rsid w:val="00E65C99"/>
    <w:rsid w:val="00E6641E"/>
    <w:rsid w:val="00E718A1"/>
    <w:rsid w:val="00E732B8"/>
    <w:rsid w:val="00E741B0"/>
    <w:rsid w:val="00E84DE4"/>
    <w:rsid w:val="00E85EC3"/>
    <w:rsid w:val="00E9240A"/>
    <w:rsid w:val="00E92422"/>
    <w:rsid w:val="00E97ADD"/>
    <w:rsid w:val="00EA4BE7"/>
    <w:rsid w:val="00EC2712"/>
    <w:rsid w:val="00ED0354"/>
    <w:rsid w:val="00EE4875"/>
    <w:rsid w:val="00F17F18"/>
    <w:rsid w:val="00F2121E"/>
    <w:rsid w:val="00F35424"/>
    <w:rsid w:val="00F36DD7"/>
    <w:rsid w:val="00F522F8"/>
    <w:rsid w:val="00F75100"/>
    <w:rsid w:val="00F91E6E"/>
    <w:rsid w:val="00FD58B6"/>
    <w:rsid w:val="00FD5D55"/>
    <w:rsid w:val="00FE64A9"/>
    <w:rsid w:val="00FF048C"/>
    <w:rsid w:val="00F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DD4FB28"/>
  <w15:docId w15:val="{903ABAA4-81F9-462A-AA73-A29C6BF3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5F3"/>
  </w:style>
  <w:style w:type="paragraph" w:styleId="Naslov1">
    <w:name w:val="heading 1"/>
    <w:basedOn w:val="Normal"/>
    <w:next w:val="Normal"/>
    <w:qFormat/>
    <w:rsid w:val="00DD55F3"/>
    <w:pPr>
      <w:keepNext/>
      <w:jc w:val="center"/>
      <w:outlineLvl w:val="0"/>
    </w:pPr>
    <w:rPr>
      <w:rFonts w:ascii="Arial" w:hAnsi="Arial"/>
      <w:b/>
      <w:sz w:val="24"/>
    </w:rPr>
  </w:style>
  <w:style w:type="paragraph" w:styleId="Naslov2">
    <w:name w:val="heading 2"/>
    <w:basedOn w:val="Normal"/>
    <w:next w:val="Normal"/>
    <w:qFormat/>
    <w:rsid w:val="00DD55F3"/>
    <w:pPr>
      <w:keepNext/>
      <w:jc w:val="center"/>
      <w:outlineLvl w:val="1"/>
    </w:pPr>
    <w:rPr>
      <w:sz w:val="24"/>
    </w:rPr>
  </w:style>
  <w:style w:type="paragraph" w:styleId="Naslov3">
    <w:name w:val="heading 3"/>
    <w:basedOn w:val="Normal"/>
    <w:next w:val="Normal"/>
    <w:qFormat/>
    <w:rsid w:val="00DD55F3"/>
    <w:pPr>
      <w:keepNext/>
      <w:ind w:left="720"/>
      <w:jc w:val="center"/>
      <w:outlineLvl w:val="2"/>
    </w:pPr>
    <w:rPr>
      <w:b/>
      <w:i/>
      <w:sz w:val="24"/>
    </w:rPr>
  </w:style>
  <w:style w:type="paragraph" w:styleId="Naslov4">
    <w:name w:val="heading 4"/>
    <w:basedOn w:val="Normal"/>
    <w:next w:val="Normal"/>
    <w:qFormat/>
    <w:rsid w:val="00DD55F3"/>
    <w:pPr>
      <w:keepNext/>
      <w:ind w:left="720"/>
      <w:outlineLvl w:val="3"/>
    </w:pPr>
    <w:rPr>
      <w:i/>
    </w:rPr>
  </w:style>
  <w:style w:type="paragraph" w:styleId="Naslov5">
    <w:name w:val="heading 5"/>
    <w:basedOn w:val="Normal"/>
    <w:next w:val="Normal"/>
    <w:qFormat/>
    <w:rsid w:val="00DD55F3"/>
    <w:pPr>
      <w:keepNext/>
      <w:ind w:left="720"/>
      <w:outlineLvl w:val="4"/>
    </w:pPr>
    <w:rPr>
      <w:b/>
      <w:i/>
    </w:rPr>
  </w:style>
  <w:style w:type="paragraph" w:styleId="Naslov6">
    <w:name w:val="heading 6"/>
    <w:basedOn w:val="Normal"/>
    <w:next w:val="Normal"/>
    <w:qFormat/>
    <w:rsid w:val="00DD55F3"/>
    <w:pPr>
      <w:keepNext/>
      <w:ind w:left="720"/>
      <w:outlineLvl w:val="5"/>
    </w:pPr>
    <w:rPr>
      <w:i/>
      <w:sz w:val="24"/>
    </w:rPr>
  </w:style>
  <w:style w:type="paragraph" w:styleId="Naslov7">
    <w:name w:val="heading 7"/>
    <w:basedOn w:val="Normal"/>
    <w:next w:val="Normal"/>
    <w:qFormat/>
    <w:rsid w:val="00DD55F3"/>
    <w:pPr>
      <w:keepNext/>
      <w:ind w:left="720"/>
      <w:jc w:val="center"/>
      <w:outlineLvl w:val="6"/>
    </w:pPr>
    <w:rPr>
      <w:b/>
      <w:i/>
      <w:sz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DD55F3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rsid w:val="00DD55F3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rsid w:val="00DD55F3"/>
  </w:style>
  <w:style w:type="paragraph" w:styleId="Uvuenotijeloteksta">
    <w:name w:val="Body Text Indent"/>
    <w:basedOn w:val="Normal"/>
    <w:rsid w:val="00DD55F3"/>
    <w:pPr>
      <w:ind w:left="720"/>
    </w:pPr>
    <w:rPr>
      <w:b/>
      <w:i/>
      <w:sz w:val="24"/>
    </w:rPr>
  </w:style>
  <w:style w:type="paragraph" w:styleId="Tijeloteksta-uvlaka2">
    <w:name w:val="Body Text Indent 2"/>
    <w:aliases w:val="  uvlaka 2"/>
    <w:basedOn w:val="Normal"/>
    <w:rsid w:val="00DD55F3"/>
    <w:pPr>
      <w:ind w:left="720"/>
    </w:pPr>
    <w:rPr>
      <w:i/>
      <w:sz w:val="24"/>
    </w:rPr>
  </w:style>
  <w:style w:type="table" w:styleId="Reetkatablice">
    <w:name w:val="Table Grid"/>
    <w:basedOn w:val="Obinatablica"/>
    <w:rsid w:val="007079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21D8A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21D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5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03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55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2.bin"/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ocuments\Memorandum.dotx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87072-5C41-4558-93FA-FBD280BBD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</Template>
  <TotalTime>0</TotalTime>
  <Pages>2</Pages>
  <Words>476</Words>
  <Characters>2717</Characters>
  <Application>Microsoft Office Word</Application>
  <DocSecurity>0</DocSecurity>
  <Lines>22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OKKZž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Udruženje obrtnika Pregrada</cp:lastModifiedBy>
  <cp:revision>5</cp:revision>
  <cp:lastPrinted>2023-02-09T11:03:00Z</cp:lastPrinted>
  <dcterms:created xsi:type="dcterms:W3CDTF">2025-03-24T09:47:00Z</dcterms:created>
  <dcterms:modified xsi:type="dcterms:W3CDTF">2025-03-26T08:25:00Z</dcterms:modified>
</cp:coreProperties>
</file>